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4801" w:rsidRDefault="000B4801">
      <w:pPr>
        <w:pStyle w:val="Puesto"/>
        <w:spacing w:line="280" w:lineRule="auto"/>
        <w:jc w:val="center"/>
        <w:rPr>
          <w:szCs w:val="24"/>
        </w:rPr>
      </w:pPr>
      <w:bookmarkStart w:id="0" w:name="_GoBack"/>
      <w:bookmarkEnd w:id="0"/>
      <w:r>
        <w:rPr>
          <w:szCs w:val="24"/>
          <w:lang w:val="es-ES"/>
        </w:rPr>
        <w:t>Comisión de servicios de la comunidad</w:t>
      </w:r>
    </w:p>
    <w:p w:rsidR="000B4801" w:rsidRDefault="000B4801">
      <w:pPr>
        <w:pStyle w:val="Puesto"/>
        <w:spacing w:line="280" w:lineRule="auto"/>
        <w:jc w:val="center"/>
        <w:rPr>
          <w:szCs w:val="24"/>
        </w:rPr>
      </w:pPr>
      <w:r>
        <w:rPr>
          <w:szCs w:val="24"/>
          <w:lang w:val="es-ES"/>
        </w:rPr>
        <w:t>Orientación laboral</w:t>
      </w:r>
    </w:p>
    <w:p w:rsidR="000B4801" w:rsidRDefault="000B4801">
      <w:pPr>
        <w:pStyle w:val="Subttulo"/>
        <w:spacing w:line="280" w:lineRule="auto"/>
        <w:jc w:val="center"/>
        <w:rPr>
          <w:i w:val="0"/>
          <w:iCs w:val="0"/>
        </w:rPr>
      </w:pPr>
      <w:r>
        <w:rPr>
          <w:i w:val="0"/>
          <w:iCs w:val="0"/>
          <w:lang w:val="es-ES"/>
        </w:rPr>
        <w:t>Directrices</w:t>
      </w:r>
    </w:p>
    <w:p w:rsidR="000B4801" w:rsidRDefault="000B4801">
      <w:pPr>
        <w:pStyle w:val="Ttulo1"/>
        <w:spacing w:line="280" w:lineRule="auto"/>
        <w:rPr>
          <w:b w:val="0"/>
          <w:bCs w:val="0"/>
          <w:szCs w:val="24"/>
        </w:rPr>
      </w:pPr>
      <w:r>
        <w:rPr>
          <w:b w:val="0"/>
          <w:bCs w:val="0"/>
          <w:szCs w:val="24"/>
          <w:lang w:val="es-ES"/>
        </w:rPr>
        <w:t>Objetivos del proyecto</w:t>
      </w:r>
    </w:p>
    <w:p w:rsidR="000B4801" w:rsidRDefault="000B4801">
      <w:pPr>
        <w:pStyle w:val="Prrafodelista"/>
        <w:numPr>
          <w:ilvl w:val="0"/>
          <w:numId w:val="8"/>
        </w:numPr>
        <w:spacing w:line="280" w:lineRule="auto"/>
        <w:rPr>
          <w:szCs w:val="24"/>
        </w:rPr>
      </w:pPr>
      <w:r>
        <w:rPr>
          <w:szCs w:val="24"/>
          <w:lang w:val="es-ES"/>
        </w:rPr>
        <w:t>Familiarizar a los trabajadores con el concepto de servicio.</w:t>
      </w:r>
    </w:p>
    <w:p w:rsidR="000B4801" w:rsidRDefault="000B4801">
      <w:pPr>
        <w:pStyle w:val="Prrafodelista"/>
        <w:numPr>
          <w:ilvl w:val="0"/>
          <w:numId w:val="8"/>
        </w:numPr>
        <w:spacing w:line="280" w:lineRule="auto"/>
        <w:rPr>
          <w:szCs w:val="24"/>
        </w:rPr>
      </w:pPr>
      <w:r>
        <w:rPr>
          <w:szCs w:val="24"/>
          <w:lang w:val="es-ES"/>
        </w:rPr>
        <w:t>Hacer que el servicio forme parte natural de sus vidas.</w:t>
      </w:r>
    </w:p>
    <w:p w:rsidR="000B4801" w:rsidRDefault="000B4801">
      <w:pPr>
        <w:pStyle w:val="Prrafodelista"/>
        <w:numPr>
          <w:ilvl w:val="0"/>
          <w:numId w:val="8"/>
        </w:numPr>
        <w:spacing w:line="280" w:lineRule="auto"/>
        <w:rPr>
          <w:szCs w:val="24"/>
        </w:rPr>
      </w:pPr>
      <w:r>
        <w:rPr>
          <w:szCs w:val="24"/>
          <w:lang w:val="es-ES"/>
        </w:rPr>
        <w:t>Comprometerlos y motivarlos.</w:t>
      </w:r>
    </w:p>
    <w:p w:rsidR="000B4801" w:rsidRDefault="000B4801">
      <w:pPr>
        <w:pStyle w:val="Prrafodelista"/>
        <w:numPr>
          <w:ilvl w:val="0"/>
          <w:numId w:val="8"/>
        </w:numPr>
        <w:spacing w:line="280" w:lineRule="auto"/>
        <w:rPr>
          <w:szCs w:val="24"/>
        </w:rPr>
      </w:pPr>
      <w:r>
        <w:rPr>
          <w:szCs w:val="24"/>
          <w:lang w:val="es-ES"/>
        </w:rPr>
        <w:t>Fomentar el trabajo en equipo entre todos los trabajadores de todos los departamentos.</w:t>
      </w:r>
    </w:p>
    <w:p w:rsidR="000B4801" w:rsidRDefault="000B4801">
      <w:pPr>
        <w:pStyle w:val="Prrafodelista"/>
        <w:numPr>
          <w:ilvl w:val="0"/>
          <w:numId w:val="8"/>
        </w:numPr>
        <w:spacing w:line="280" w:lineRule="auto"/>
        <w:rPr>
          <w:szCs w:val="24"/>
        </w:rPr>
      </w:pPr>
      <w:r>
        <w:rPr>
          <w:szCs w:val="24"/>
          <w:lang w:val="es-ES"/>
        </w:rPr>
        <w:t>Desarrollar aptitudes adecuadas a través de la puesta en común de ideas, la planificación y las oportunidades de liderazgo.</w:t>
      </w:r>
    </w:p>
    <w:p w:rsidR="000B4801" w:rsidRDefault="000B4801">
      <w:pPr>
        <w:pStyle w:val="Prrafodelista"/>
        <w:numPr>
          <w:ilvl w:val="0"/>
          <w:numId w:val="8"/>
        </w:numPr>
        <w:spacing w:line="280" w:lineRule="auto"/>
        <w:rPr>
          <w:szCs w:val="24"/>
        </w:rPr>
      </w:pPr>
      <w:r>
        <w:rPr>
          <w:szCs w:val="24"/>
          <w:lang w:val="es-ES"/>
        </w:rPr>
        <w:t>Satisfacer las necesidades reales de la comunidad.</w:t>
      </w:r>
    </w:p>
    <w:p w:rsidR="000B4801" w:rsidRDefault="000B4801">
      <w:pPr>
        <w:pStyle w:val="Ttulo1"/>
        <w:spacing w:line="280" w:lineRule="auto"/>
        <w:rPr>
          <w:b w:val="0"/>
          <w:bCs w:val="0"/>
          <w:szCs w:val="24"/>
        </w:rPr>
      </w:pPr>
      <w:r>
        <w:rPr>
          <w:b w:val="0"/>
          <w:bCs w:val="0"/>
          <w:szCs w:val="24"/>
          <w:lang w:val="es-ES"/>
        </w:rPr>
        <w:t>Proceso</w:t>
      </w:r>
    </w:p>
    <w:p w:rsidR="000B4801" w:rsidRDefault="000B4801">
      <w:pPr>
        <w:pStyle w:val="Ttulo2"/>
        <w:spacing w:line="280" w:lineRule="auto"/>
        <w:rPr>
          <w:b w:val="0"/>
          <w:bCs w:val="0"/>
          <w:szCs w:val="24"/>
        </w:rPr>
      </w:pPr>
      <w:r>
        <w:rPr>
          <w:b w:val="0"/>
          <w:bCs w:val="0"/>
          <w:szCs w:val="24"/>
          <w:lang w:val="es-ES"/>
        </w:rPr>
        <w:t>Recopilación de información</w:t>
      </w:r>
    </w:p>
    <w:p w:rsidR="000B4801" w:rsidRDefault="000B4801">
      <w:pPr>
        <w:spacing w:line="280" w:lineRule="auto"/>
        <w:rPr>
          <w:szCs w:val="24"/>
        </w:rPr>
      </w:pPr>
      <w:r>
        <w:rPr>
          <w:szCs w:val="24"/>
          <w:lang w:val="es-ES"/>
        </w:rPr>
        <w:t>Los miembros de la Comisión de servicios de la comunidad contactarán por teléfono, por correo electrónico o mediante reunión personal de 15 minutos con los jefes de equipo y los representantes de los departamentos para responder a las siguientes preguntas:</w:t>
      </w:r>
    </w:p>
    <w:p w:rsidR="000B4801" w:rsidRDefault="000B4801">
      <w:pPr>
        <w:pStyle w:val="Ttulo3"/>
        <w:spacing w:line="280" w:lineRule="auto"/>
        <w:rPr>
          <w:b w:val="0"/>
          <w:bCs w:val="0"/>
          <w:szCs w:val="24"/>
        </w:rPr>
      </w:pPr>
      <w:r>
        <w:rPr>
          <w:b w:val="0"/>
          <w:bCs w:val="0"/>
          <w:szCs w:val="24"/>
          <w:lang w:val="es-ES"/>
        </w:rPr>
        <w:t>Preguntas para los jefes de equipo</w:t>
      </w:r>
    </w:p>
    <w:p w:rsidR="000B4801" w:rsidRDefault="000B4801">
      <w:pPr>
        <w:pStyle w:val="Prrafodelista"/>
        <w:numPr>
          <w:ilvl w:val="0"/>
          <w:numId w:val="9"/>
        </w:numPr>
        <w:spacing w:line="280" w:lineRule="auto"/>
        <w:rPr>
          <w:szCs w:val="24"/>
        </w:rPr>
      </w:pPr>
      <w:r>
        <w:rPr>
          <w:szCs w:val="24"/>
          <w:lang w:val="es-ES"/>
        </w:rPr>
        <w:t>¿Cuánto tiempo desea dedicar/tiene disponible?</w:t>
      </w:r>
    </w:p>
    <w:p w:rsidR="000B4801" w:rsidRDefault="000B4801">
      <w:pPr>
        <w:pStyle w:val="Prrafodelista"/>
        <w:numPr>
          <w:ilvl w:val="0"/>
          <w:numId w:val="9"/>
        </w:numPr>
        <w:spacing w:line="280" w:lineRule="auto"/>
        <w:rPr>
          <w:szCs w:val="24"/>
        </w:rPr>
      </w:pPr>
      <w:r>
        <w:rPr>
          <w:szCs w:val="24"/>
          <w:lang w:val="es-ES"/>
        </w:rPr>
        <w:t>¿Cuánto tiempo desea que su equipo dedique?</w:t>
      </w:r>
    </w:p>
    <w:p w:rsidR="000B4801" w:rsidRDefault="000B4801">
      <w:pPr>
        <w:pStyle w:val="Prrafodelista"/>
        <w:numPr>
          <w:ilvl w:val="0"/>
          <w:numId w:val="9"/>
        </w:numPr>
        <w:spacing w:line="280" w:lineRule="auto"/>
        <w:rPr>
          <w:szCs w:val="24"/>
        </w:rPr>
      </w:pPr>
      <w:r>
        <w:rPr>
          <w:szCs w:val="24"/>
          <w:lang w:val="es-ES"/>
        </w:rPr>
        <w:t>¿Tiene un proyecto que siempre ha deseado hacer?</w:t>
      </w:r>
    </w:p>
    <w:p w:rsidR="000B4801" w:rsidRDefault="000B4801">
      <w:pPr>
        <w:pStyle w:val="Prrafodelista"/>
        <w:numPr>
          <w:ilvl w:val="0"/>
          <w:numId w:val="9"/>
        </w:numPr>
        <w:spacing w:line="280" w:lineRule="auto"/>
        <w:rPr>
          <w:szCs w:val="24"/>
        </w:rPr>
      </w:pPr>
      <w:r>
        <w:rPr>
          <w:szCs w:val="24"/>
          <w:lang w:val="es-ES"/>
        </w:rPr>
        <w:t>¿Hay algún proyecto que ya esté llevando a cabo (o que ya haya decidido llevar a cabo) en el que podamos ayudarle?</w:t>
      </w:r>
    </w:p>
    <w:p w:rsidR="000B4801" w:rsidRDefault="000B4801">
      <w:pPr>
        <w:pStyle w:val="Prrafodelista"/>
        <w:numPr>
          <w:ilvl w:val="0"/>
          <w:numId w:val="9"/>
        </w:numPr>
        <w:spacing w:line="280" w:lineRule="auto"/>
        <w:rPr>
          <w:szCs w:val="24"/>
        </w:rPr>
      </w:pPr>
      <w:r>
        <w:rPr>
          <w:szCs w:val="24"/>
          <w:lang w:val="es-ES"/>
        </w:rPr>
        <w:t>¿Hasta qué punto desea que su equipo se implique en la elección del proyecto?</w:t>
      </w:r>
    </w:p>
    <w:p w:rsidR="000B4801" w:rsidRDefault="000B4801">
      <w:pPr>
        <w:pStyle w:val="Ttulo3"/>
        <w:spacing w:line="280" w:lineRule="auto"/>
        <w:rPr>
          <w:b w:val="0"/>
          <w:bCs w:val="0"/>
          <w:szCs w:val="24"/>
        </w:rPr>
      </w:pPr>
      <w:r>
        <w:rPr>
          <w:b w:val="0"/>
          <w:bCs w:val="0"/>
          <w:szCs w:val="24"/>
          <w:lang w:val="es-ES"/>
        </w:rPr>
        <w:t>Preguntas para los representantes de los departamentos</w:t>
      </w:r>
    </w:p>
    <w:p w:rsidR="000B4801" w:rsidRDefault="000B4801">
      <w:pPr>
        <w:spacing w:line="280" w:lineRule="auto"/>
        <w:rPr>
          <w:szCs w:val="24"/>
        </w:rPr>
      </w:pPr>
      <w:r>
        <w:rPr>
          <w:szCs w:val="24"/>
          <w:lang w:val="es-ES"/>
        </w:rPr>
        <w:t>¿Qué clase de cosas interesan a sus trabajadores?</w:t>
      </w:r>
    </w:p>
    <w:p w:rsidR="000B4801" w:rsidRDefault="000B4801">
      <w:pPr>
        <w:pStyle w:val="Prrafodelista"/>
        <w:numPr>
          <w:ilvl w:val="0"/>
          <w:numId w:val="10"/>
        </w:numPr>
        <w:spacing w:line="280" w:lineRule="auto"/>
        <w:rPr>
          <w:szCs w:val="24"/>
        </w:rPr>
      </w:pPr>
      <w:r>
        <w:rPr>
          <w:szCs w:val="24"/>
          <w:lang w:val="es-ES"/>
        </w:rPr>
        <w:t>¿Cuál es el nivel de conocimientos y experiencia de esos trabajadores?</w:t>
      </w:r>
    </w:p>
    <w:p w:rsidR="000B4801" w:rsidRDefault="000B4801">
      <w:pPr>
        <w:pStyle w:val="Prrafodelista"/>
        <w:numPr>
          <w:ilvl w:val="0"/>
          <w:numId w:val="10"/>
        </w:numPr>
        <w:spacing w:line="280" w:lineRule="auto"/>
        <w:rPr>
          <w:szCs w:val="24"/>
        </w:rPr>
      </w:pPr>
      <w:r>
        <w:rPr>
          <w:szCs w:val="24"/>
          <w:lang w:val="es-ES"/>
        </w:rPr>
        <w:t>¿Cuál es el nivel de compromiso de esos trabajadores?</w:t>
      </w:r>
    </w:p>
    <w:p w:rsidR="000B4801" w:rsidRDefault="000B4801">
      <w:pPr>
        <w:pStyle w:val="Prrafodelista"/>
        <w:numPr>
          <w:ilvl w:val="0"/>
          <w:numId w:val="10"/>
        </w:numPr>
        <w:spacing w:line="280" w:lineRule="auto"/>
        <w:rPr>
          <w:szCs w:val="24"/>
        </w:rPr>
      </w:pPr>
      <w:r>
        <w:rPr>
          <w:szCs w:val="24"/>
          <w:lang w:val="es-ES"/>
        </w:rPr>
        <w:t>¿Qué tipo de proyecto cree que podría funcionar con estos trabajadores (recogida, actividad, recaudación de fondos; consulte el Libro de recursos)?</w:t>
      </w:r>
    </w:p>
    <w:p w:rsidR="000B4801" w:rsidRDefault="000B4801">
      <w:pPr>
        <w:pStyle w:val="Prrafodelista"/>
        <w:numPr>
          <w:ilvl w:val="0"/>
          <w:numId w:val="10"/>
        </w:numPr>
        <w:spacing w:line="280" w:lineRule="auto"/>
        <w:rPr>
          <w:szCs w:val="24"/>
        </w:rPr>
      </w:pPr>
      <w:r>
        <w:rPr>
          <w:szCs w:val="24"/>
          <w:lang w:val="es-ES"/>
        </w:rPr>
        <w:lastRenderedPageBreak/>
        <w:t>¿A qué trabajador recomendaría como planificador de servicios de la comunidad de su departamento?</w:t>
      </w:r>
    </w:p>
    <w:p w:rsidR="000B4801" w:rsidRDefault="000B4801">
      <w:pPr>
        <w:pStyle w:val="Ttulo2"/>
        <w:spacing w:line="280" w:lineRule="auto"/>
        <w:rPr>
          <w:b w:val="0"/>
          <w:bCs w:val="0"/>
          <w:szCs w:val="24"/>
        </w:rPr>
      </w:pPr>
      <w:r>
        <w:rPr>
          <w:b w:val="0"/>
          <w:bCs w:val="0"/>
          <w:szCs w:val="24"/>
          <w:lang w:val="es-ES"/>
        </w:rPr>
        <w:t>Formación de equipos</w:t>
      </w:r>
    </w:p>
    <w:p w:rsidR="000B4801" w:rsidRDefault="000B4801">
      <w:pPr>
        <w:spacing w:after="240" w:line="280" w:lineRule="auto"/>
        <w:rPr>
          <w:szCs w:val="24"/>
        </w:rPr>
      </w:pPr>
      <w:r>
        <w:rPr>
          <w:szCs w:val="24"/>
          <w:lang w:val="es-ES"/>
        </w:rPr>
        <w:t>La Comisión se pondrá en contacto con las personas recomendadas como representantes de los departamentos.</w:t>
      </w:r>
      <w:r>
        <w:rPr>
          <w:szCs w:val="24"/>
        </w:rPr>
        <w:t xml:space="preserve"> </w:t>
      </w:r>
    </w:p>
    <w:p w:rsidR="000B4801" w:rsidRDefault="000B4801">
      <w:pPr>
        <w:spacing w:after="240" w:line="280" w:lineRule="auto"/>
        <w:rPr>
          <w:szCs w:val="24"/>
        </w:rPr>
      </w:pPr>
      <w:r>
        <w:rPr>
          <w:szCs w:val="24"/>
          <w:lang w:val="es-ES"/>
        </w:rPr>
        <w:t>La Comisión estudiará todas las opciones hasta cubrir todas las plazas.</w:t>
      </w:r>
    </w:p>
    <w:p w:rsidR="000B4801" w:rsidRDefault="000B4801">
      <w:pPr>
        <w:spacing w:line="280" w:lineRule="auto"/>
        <w:rPr>
          <w:szCs w:val="24"/>
        </w:rPr>
      </w:pPr>
      <w:r>
        <w:rPr>
          <w:szCs w:val="24"/>
          <w:lang w:val="es-ES"/>
        </w:rPr>
        <w:t>Explicación de las responsabilidades de cada cargo:</w:t>
      </w:r>
      <w:r>
        <w:rPr>
          <w:szCs w:val="24"/>
        </w:rPr>
        <w:t xml:space="preserve"> </w:t>
      </w:r>
      <w:r>
        <w:rPr>
          <w:szCs w:val="24"/>
          <w:lang w:val="es-ES"/>
        </w:rPr>
        <w:t>el representante de cada departamento ayudará a seleccionar, planificar y supervisar el proyecto de su departamento.</w:t>
      </w:r>
      <w:r>
        <w:rPr>
          <w:szCs w:val="24"/>
        </w:rPr>
        <w:t xml:space="preserve"> </w:t>
      </w:r>
      <w:r>
        <w:rPr>
          <w:szCs w:val="24"/>
          <w:lang w:val="es-ES"/>
        </w:rPr>
        <w:t>El ciclo de vida del proyecto deberá extenderse un mes aproximadamente.</w:t>
      </w:r>
      <w:r>
        <w:rPr>
          <w:szCs w:val="24"/>
        </w:rPr>
        <w:t xml:space="preserve"> </w:t>
      </w:r>
      <w:r>
        <w:rPr>
          <w:szCs w:val="24"/>
          <w:lang w:val="es-ES"/>
        </w:rPr>
        <w:t>El representante del departamento contará con la ayuda de la Comisión de servicios de la comunidad, la cual le prestará asistencia, consejo, ideas, contactos con agencias de servicios y los suministros que sean necesarios.</w:t>
      </w:r>
      <w:r>
        <w:rPr>
          <w:szCs w:val="24"/>
        </w:rPr>
        <w:t xml:space="preserve"> </w:t>
      </w:r>
      <w:r>
        <w:rPr>
          <w:szCs w:val="24"/>
          <w:lang w:val="es-ES"/>
        </w:rPr>
        <w:t>El jefe de equipo también proporcionará asistencia y consejo en la medida de lo posible, dependiendo de sus intereses y disponibilidad.</w:t>
      </w:r>
      <w:r>
        <w:rPr>
          <w:szCs w:val="24"/>
        </w:rPr>
        <w:t xml:space="preserve"> </w:t>
      </w:r>
    </w:p>
    <w:p w:rsidR="000B4801" w:rsidRDefault="000B4801">
      <w:pPr>
        <w:pStyle w:val="Ttulo2"/>
        <w:spacing w:line="280" w:lineRule="auto"/>
        <w:rPr>
          <w:b w:val="0"/>
          <w:bCs w:val="0"/>
          <w:szCs w:val="24"/>
        </w:rPr>
      </w:pPr>
      <w:r>
        <w:rPr>
          <w:b w:val="0"/>
          <w:bCs w:val="0"/>
          <w:szCs w:val="24"/>
          <w:lang w:val="es-ES"/>
        </w:rPr>
        <w:t>Pre-planificación del proyecto</w:t>
      </w:r>
    </w:p>
    <w:p w:rsidR="000B4801" w:rsidRDefault="000B4801">
      <w:pPr>
        <w:spacing w:line="280" w:lineRule="auto"/>
        <w:rPr>
          <w:szCs w:val="24"/>
        </w:rPr>
      </w:pPr>
      <w:r>
        <w:rPr>
          <w:szCs w:val="24"/>
          <w:lang w:val="es-ES"/>
        </w:rPr>
        <w:t>Los representantes de los departamentos se reunirán durante una hora con el jefe de equipo, un miembro de la Comisión y otros trabajadores interesados para tomar una decisión sobre lo siguiente:</w:t>
      </w:r>
    </w:p>
    <w:p w:rsidR="000B4801" w:rsidRDefault="000B4801">
      <w:pPr>
        <w:pStyle w:val="Prrafodelista"/>
        <w:numPr>
          <w:ilvl w:val="0"/>
          <w:numId w:val="11"/>
        </w:numPr>
        <w:spacing w:line="280" w:lineRule="auto"/>
        <w:rPr>
          <w:szCs w:val="24"/>
        </w:rPr>
      </w:pPr>
      <w:r>
        <w:rPr>
          <w:szCs w:val="24"/>
          <w:lang w:val="es-ES"/>
        </w:rPr>
        <w:t>Los jefes de equipos y los representantes de los departamentos pueden consultar el Libro de recursos proporcionado por la Comisión para obtener ideas.</w:t>
      </w:r>
    </w:p>
    <w:p w:rsidR="000B4801" w:rsidRDefault="000B4801">
      <w:pPr>
        <w:pStyle w:val="Prrafodelista"/>
        <w:numPr>
          <w:ilvl w:val="0"/>
          <w:numId w:val="11"/>
        </w:numPr>
        <w:spacing w:line="280" w:lineRule="auto"/>
        <w:rPr>
          <w:szCs w:val="24"/>
        </w:rPr>
      </w:pPr>
      <w:r>
        <w:rPr>
          <w:szCs w:val="24"/>
          <w:lang w:val="es-ES"/>
        </w:rPr>
        <w:t>¿Cuándo comenzará y terminará el proyecto?</w:t>
      </w:r>
      <w:r>
        <w:rPr>
          <w:szCs w:val="24"/>
        </w:rPr>
        <w:t xml:space="preserve"> </w:t>
      </w:r>
      <w:r>
        <w:rPr>
          <w:szCs w:val="24"/>
          <w:lang w:val="es-ES"/>
        </w:rPr>
        <w:t>(Los proyectos se dividirán en etapas para evitar que haya dos equipos haciendo proyectos al mismo tiempo.)</w:t>
      </w:r>
    </w:p>
    <w:p w:rsidR="000B4801" w:rsidRDefault="000B4801">
      <w:pPr>
        <w:pStyle w:val="Prrafodelista"/>
        <w:numPr>
          <w:ilvl w:val="0"/>
          <w:numId w:val="11"/>
        </w:numPr>
        <w:spacing w:line="280" w:lineRule="auto"/>
        <w:rPr>
          <w:szCs w:val="24"/>
        </w:rPr>
      </w:pPr>
      <w:r>
        <w:rPr>
          <w:szCs w:val="24"/>
          <w:lang w:val="es-ES"/>
        </w:rPr>
        <w:t>¿Cuándo se presentarán los proyectos a los trabajadores?</w:t>
      </w:r>
    </w:p>
    <w:p w:rsidR="000B4801" w:rsidRDefault="000B4801">
      <w:pPr>
        <w:pStyle w:val="Prrafodelista"/>
        <w:numPr>
          <w:ilvl w:val="0"/>
          <w:numId w:val="11"/>
        </w:numPr>
        <w:spacing w:line="280" w:lineRule="auto"/>
        <w:rPr>
          <w:szCs w:val="24"/>
        </w:rPr>
      </w:pPr>
      <w:r>
        <w:rPr>
          <w:szCs w:val="24"/>
          <w:lang w:val="es-ES"/>
        </w:rPr>
        <w:t>¿Qué poder de decisión tendrán los trabajadores en la elección del proyecto?</w:t>
      </w:r>
    </w:p>
    <w:p w:rsidR="000B4801" w:rsidRDefault="000B4801">
      <w:pPr>
        <w:pStyle w:val="Prrafodelista"/>
        <w:numPr>
          <w:ilvl w:val="0"/>
          <w:numId w:val="11"/>
        </w:numPr>
        <w:spacing w:line="280" w:lineRule="auto"/>
        <w:rPr>
          <w:szCs w:val="24"/>
        </w:rPr>
      </w:pPr>
      <w:r>
        <w:rPr>
          <w:szCs w:val="24"/>
          <w:lang w:val="es-ES"/>
        </w:rPr>
        <w:t>Si no tienen poder de decisión, elija un proyecto.</w:t>
      </w:r>
    </w:p>
    <w:p w:rsidR="000B4801" w:rsidRDefault="000B4801">
      <w:pPr>
        <w:pStyle w:val="Prrafodelista"/>
        <w:numPr>
          <w:ilvl w:val="0"/>
          <w:numId w:val="11"/>
        </w:numPr>
        <w:spacing w:line="280" w:lineRule="auto"/>
        <w:rPr>
          <w:szCs w:val="24"/>
        </w:rPr>
      </w:pPr>
      <w:r>
        <w:rPr>
          <w:szCs w:val="24"/>
          <w:lang w:val="es-ES"/>
        </w:rPr>
        <w:t>Si tienen poder de decisión, proponga un par de proyectos o plantee una tormenta de ideas.</w:t>
      </w:r>
    </w:p>
    <w:p w:rsidR="000B4801" w:rsidRDefault="000B4801">
      <w:pPr>
        <w:pStyle w:val="Prrafodelista"/>
        <w:numPr>
          <w:ilvl w:val="0"/>
          <w:numId w:val="11"/>
        </w:numPr>
        <w:spacing w:line="280" w:lineRule="auto"/>
        <w:rPr>
          <w:szCs w:val="24"/>
        </w:rPr>
      </w:pPr>
      <w:r>
        <w:rPr>
          <w:szCs w:val="24"/>
          <w:lang w:val="es-ES"/>
        </w:rPr>
        <w:t>¿Qué tareas intervienen en el desarrollo del proyecto?</w:t>
      </w:r>
      <w:r>
        <w:rPr>
          <w:szCs w:val="24"/>
        </w:rPr>
        <w:t xml:space="preserve"> </w:t>
      </w:r>
      <w:r>
        <w:rPr>
          <w:szCs w:val="24"/>
          <w:lang w:val="es-ES"/>
        </w:rPr>
        <w:t>¿Quién realizará esas tareas?</w:t>
      </w:r>
      <w:r>
        <w:rPr>
          <w:szCs w:val="24"/>
        </w:rPr>
        <w:t xml:space="preserve"> </w:t>
      </w:r>
      <w:r>
        <w:rPr>
          <w:szCs w:val="24"/>
          <w:lang w:val="es-ES"/>
        </w:rPr>
        <w:t>(En la medida de lo posible, dé opción a los trabajadores a participar en la planificación y ejecución de dichas tareas.)</w:t>
      </w:r>
    </w:p>
    <w:p w:rsidR="000B4801" w:rsidRDefault="000B4801">
      <w:pPr>
        <w:pStyle w:val="Prrafodelista"/>
        <w:numPr>
          <w:ilvl w:val="0"/>
          <w:numId w:val="11"/>
        </w:numPr>
        <w:spacing w:line="280" w:lineRule="auto"/>
        <w:rPr>
          <w:szCs w:val="24"/>
        </w:rPr>
      </w:pPr>
      <w:r>
        <w:rPr>
          <w:szCs w:val="24"/>
          <w:lang w:val="es-ES"/>
        </w:rPr>
        <w:t>¿Cómo queremos acometer el tema del desarrollo de aptitudes de este proyecto?</w:t>
      </w:r>
      <w:r>
        <w:rPr>
          <w:szCs w:val="24"/>
        </w:rPr>
        <w:t xml:space="preserve"> </w:t>
      </w:r>
      <w:r>
        <w:rPr>
          <w:szCs w:val="24"/>
          <w:lang w:val="es-ES"/>
        </w:rPr>
        <w:t>Algunos ejemplos son leer libros o artículos sobre la población a la que se va a prestar asistencia, pedir a representantes de organizaciones de servicios que vengan a hablar con el equipo, etc. Para que los trabajadores puedan seguir enriqueciéndose, algunas ideas son llevar un diario de progresos, diseñar un póster para el departamento, elaborar informes periódicos, actualizar gráficos y tablas, etc.</w:t>
      </w:r>
    </w:p>
    <w:p w:rsidR="000B4801" w:rsidRDefault="000B4801">
      <w:pPr>
        <w:pStyle w:val="Ttulo2"/>
        <w:spacing w:line="280" w:lineRule="auto"/>
        <w:rPr>
          <w:b w:val="0"/>
          <w:bCs w:val="0"/>
          <w:szCs w:val="24"/>
        </w:rPr>
      </w:pPr>
      <w:r>
        <w:rPr>
          <w:b w:val="0"/>
          <w:bCs w:val="0"/>
          <w:szCs w:val="24"/>
          <w:lang w:val="es-ES"/>
        </w:rPr>
        <w:lastRenderedPageBreak/>
        <w:t>Ejecución a nivel de departamento</w:t>
      </w:r>
    </w:p>
    <w:p w:rsidR="000B4801" w:rsidRDefault="000B4801">
      <w:pPr>
        <w:pStyle w:val="Ttulo3"/>
        <w:spacing w:line="280" w:lineRule="auto"/>
        <w:rPr>
          <w:b w:val="0"/>
          <w:bCs w:val="0"/>
          <w:szCs w:val="24"/>
        </w:rPr>
      </w:pPr>
      <w:r>
        <w:rPr>
          <w:b w:val="0"/>
          <w:bCs w:val="0"/>
          <w:szCs w:val="24"/>
          <w:lang w:val="es-ES"/>
        </w:rPr>
        <w:t>Reunión con el departamento</w:t>
      </w:r>
    </w:p>
    <w:p w:rsidR="000B4801" w:rsidRDefault="000B4801">
      <w:pPr>
        <w:spacing w:line="280" w:lineRule="auto"/>
        <w:rPr>
          <w:szCs w:val="24"/>
        </w:rPr>
      </w:pPr>
      <w:r>
        <w:rPr>
          <w:szCs w:val="24"/>
          <w:lang w:val="es-ES"/>
        </w:rPr>
        <w:t>El representante del departamento concertará con el jefe de equipo un tiempo (¿30 minutos?) para presentar el proyecto a los trabajadores.</w:t>
      </w:r>
      <w:r>
        <w:rPr>
          <w:szCs w:val="24"/>
        </w:rPr>
        <w:t xml:space="preserve"> </w:t>
      </w:r>
      <w:r>
        <w:rPr>
          <w:szCs w:val="24"/>
          <w:lang w:val="es-ES"/>
        </w:rPr>
        <w:t>Los equipos que tengan que debatir la elección de proyectos quizá requieran más tiempo.</w:t>
      </w:r>
    </w:p>
    <w:p w:rsidR="000B4801" w:rsidRDefault="000B4801">
      <w:pPr>
        <w:spacing w:line="280" w:lineRule="auto"/>
        <w:rPr>
          <w:szCs w:val="24"/>
        </w:rPr>
      </w:pPr>
      <w:r>
        <w:rPr>
          <w:szCs w:val="24"/>
          <w:lang w:val="es-ES"/>
        </w:rPr>
        <w:t>Cómo dedicar este tiempo dependerá del representante del departamento y del jefe de equipo, pero podría incluir:</w:t>
      </w:r>
    </w:p>
    <w:p w:rsidR="000B4801" w:rsidRDefault="000B4801">
      <w:pPr>
        <w:pStyle w:val="Prrafodelista"/>
        <w:numPr>
          <w:ilvl w:val="0"/>
          <w:numId w:val="12"/>
        </w:numPr>
        <w:spacing w:line="280" w:lineRule="auto"/>
        <w:rPr>
          <w:szCs w:val="24"/>
        </w:rPr>
      </w:pPr>
      <w:r>
        <w:rPr>
          <w:szCs w:val="24"/>
          <w:lang w:val="es-ES"/>
        </w:rPr>
        <w:t>Proponer un ejercicio escrito para que los trabajadores puedan reflexionar sobre sus experiencias e ideas acerca de las poblaciones necesitadas.</w:t>
      </w:r>
    </w:p>
    <w:p w:rsidR="000B4801" w:rsidRDefault="000B4801">
      <w:pPr>
        <w:pStyle w:val="Prrafodelista"/>
        <w:numPr>
          <w:ilvl w:val="0"/>
          <w:numId w:val="12"/>
        </w:numPr>
        <w:spacing w:line="280" w:lineRule="auto"/>
        <w:rPr>
          <w:szCs w:val="24"/>
        </w:rPr>
      </w:pPr>
      <w:r>
        <w:rPr>
          <w:szCs w:val="24"/>
          <w:lang w:val="es-ES"/>
        </w:rPr>
        <w:t xml:space="preserve">Leer artículos sobre una población necesitada o una historia real sobre alguien que haya hecho algo digno de reconocimiento o admiración (como en </w:t>
      </w:r>
      <w:r>
        <w:rPr>
          <w:i/>
          <w:szCs w:val="24"/>
          <w:lang w:val="es-ES"/>
        </w:rPr>
        <w:t>Tres tazas de té).</w:t>
      </w:r>
    </w:p>
    <w:p w:rsidR="000B4801" w:rsidRDefault="000B4801">
      <w:pPr>
        <w:pStyle w:val="Prrafodelista"/>
        <w:numPr>
          <w:ilvl w:val="0"/>
          <w:numId w:val="12"/>
        </w:numPr>
        <w:spacing w:line="280" w:lineRule="auto"/>
        <w:rPr>
          <w:szCs w:val="24"/>
        </w:rPr>
      </w:pPr>
      <w:r>
        <w:rPr>
          <w:szCs w:val="24"/>
          <w:lang w:val="es-ES"/>
        </w:rPr>
        <w:t>Invitar a un representante de una organización de servicios que tenga experiencia en este tipo de servicios.</w:t>
      </w:r>
    </w:p>
    <w:p w:rsidR="000B4801" w:rsidRDefault="000B4801">
      <w:pPr>
        <w:spacing w:line="280" w:lineRule="auto"/>
        <w:rPr>
          <w:szCs w:val="24"/>
        </w:rPr>
      </w:pPr>
      <w:r>
        <w:rPr>
          <w:szCs w:val="24"/>
          <w:lang w:val="es-ES"/>
        </w:rPr>
        <w:t>La idea en este momento es forjar un compromiso entre los trabajadores y su proyecto.</w:t>
      </w:r>
      <w:r>
        <w:rPr>
          <w:szCs w:val="24"/>
        </w:rPr>
        <w:t xml:space="preserve"> </w:t>
      </w:r>
      <w:r>
        <w:rPr>
          <w:szCs w:val="24"/>
          <w:lang w:val="es-ES"/>
        </w:rPr>
        <w:t>Todo el mundo puede generar metas y objetivos, y debatir sobre cómo medir los éxitos.</w:t>
      </w:r>
    </w:p>
    <w:p w:rsidR="000B4801" w:rsidRDefault="000B4801">
      <w:pPr>
        <w:spacing w:line="280" w:lineRule="auto"/>
        <w:rPr>
          <w:szCs w:val="24"/>
        </w:rPr>
      </w:pPr>
      <w:r>
        <w:rPr>
          <w:szCs w:val="24"/>
          <w:lang w:val="es-ES"/>
        </w:rPr>
        <w:t>El representante del departamento perfilará los parámetros del proyecto:</w:t>
      </w:r>
    </w:p>
    <w:p w:rsidR="000B4801" w:rsidRDefault="000B4801">
      <w:pPr>
        <w:pStyle w:val="Prrafodelista"/>
        <w:numPr>
          <w:ilvl w:val="0"/>
          <w:numId w:val="13"/>
        </w:numPr>
        <w:spacing w:line="280" w:lineRule="auto"/>
        <w:rPr>
          <w:szCs w:val="24"/>
        </w:rPr>
      </w:pPr>
      <w:r>
        <w:rPr>
          <w:szCs w:val="24"/>
          <w:lang w:val="es-ES"/>
        </w:rPr>
        <w:t>Plazo temporal.</w:t>
      </w:r>
    </w:p>
    <w:p w:rsidR="000B4801" w:rsidRDefault="000B4801">
      <w:pPr>
        <w:pStyle w:val="Prrafodelista"/>
        <w:numPr>
          <w:ilvl w:val="0"/>
          <w:numId w:val="13"/>
        </w:numPr>
        <w:spacing w:line="280" w:lineRule="auto"/>
        <w:rPr>
          <w:szCs w:val="24"/>
        </w:rPr>
      </w:pPr>
      <w:r>
        <w:rPr>
          <w:szCs w:val="24"/>
          <w:lang w:val="es-ES"/>
        </w:rPr>
        <w:t>La participación del proyecto se hará extensiva a todos los trabajadores.</w:t>
      </w:r>
    </w:p>
    <w:p w:rsidR="000B4801" w:rsidRDefault="000B4801">
      <w:pPr>
        <w:pStyle w:val="Prrafodelista"/>
        <w:numPr>
          <w:ilvl w:val="0"/>
          <w:numId w:val="13"/>
        </w:numPr>
        <w:spacing w:line="280" w:lineRule="auto"/>
        <w:rPr>
          <w:szCs w:val="24"/>
        </w:rPr>
      </w:pPr>
      <w:r>
        <w:rPr>
          <w:szCs w:val="24"/>
          <w:lang w:val="es-ES"/>
        </w:rPr>
        <w:t>Cuánto tiempo del departamento se va a dedicar a este proyecto.</w:t>
      </w:r>
    </w:p>
    <w:p w:rsidR="000B4801" w:rsidRDefault="000B4801">
      <w:pPr>
        <w:spacing w:line="280" w:lineRule="auto"/>
        <w:rPr>
          <w:szCs w:val="24"/>
        </w:rPr>
      </w:pPr>
      <w:r>
        <w:rPr>
          <w:szCs w:val="24"/>
          <w:lang w:val="es-ES"/>
        </w:rPr>
        <w:t>El representante del departamento dirigirá las negociaciones para decidir:</w:t>
      </w:r>
    </w:p>
    <w:p w:rsidR="000B4801" w:rsidRDefault="000B4801">
      <w:pPr>
        <w:pStyle w:val="Prrafodelista"/>
        <w:numPr>
          <w:ilvl w:val="0"/>
          <w:numId w:val="14"/>
        </w:numPr>
        <w:spacing w:line="280" w:lineRule="auto"/>
        <w:rPr>
          <w:szCs w:val="24"/>
        </w:rPr>
      </w:pPr>
      <w:r>
        <w:rPr>
          <w:szCs w:val="24"/>
          <w:lang w:val="es-ES"/>
        </w:rPr>
        <w:t>¿Qué tipo de proyecto queremos hacer?</w:t>
      </w:r>
      <w:r>
        <w:rPr>
          <w:szCs w:val="24"/>
        </w:rPr>
        <w:t xml:space="preserve"> </w:t>
      </w:r>
      <w:r>
        <w:rPr>
          <w:szCs w:val="24"/>
          <w:lang w:val="es-ES"/>
        </w:rPr>
        <w:t>(Consulte “Recursos de actividades” para obtener ideas.)</w:t>
      </w:r>
      <w:r>
        <w:rPr>
          <w:szCs w:val="24"/>
        </w:rPr>
        <w:t xml:space="preserve"> </w:t>
      </w:r>
      <w:r>
        <w:rPr>
          <w:szCs w:val="24"/>
          <w:lang w:val="es-ES"/>
        </w:rPr>
        <w:t>¿Qué necesidades debemos atender?</w:t>
      </w:r>
    </w:p>
    <w:p w:rsidR="000B4801" w:rsidRDefault="000B4801">
      <w:pPr>
        <w:pStyle w:val="Prrafodelista"/>
        <w:numPr>
          <w:ilvl w:val="0"/>
          <w:numId w:val="14"/>
        </w:numPr>
        <w:spacing w:line="280" w:lineRule="auto"/>
        <w:rPr>
          <w:szCs w:val="24"/>
        </w:rPr>
      </w:pPr>
      <w:r>
        <w:rPr>
          <w:szCs w:val="24"/>
          <w:lang w:val="es-ES"/>
        </w:rPr>
        <w:t>¿Cuáles son las metas de este proyecto?</w:t>
      </w:r>
      <w:r>
        <w:rPr>
          <w:szCs w:val="24"/>
        </w:rPr>
        <w:t xml:space="preserve"> </w:t>
      </w:r>
      <w:r>
        <w:rPr>
          <w:szCs w:val="24"/>
          <w:lang w:val="es-ES"/>
        </w:rPr>
        <w:t>(lista)</w:t>
      </w:r>
    </w:p>
    <w:p w:rsidR="000B4801" w:rsidRDefault="000B4801">
      <w:pPr>
        <w:pStyle w:val="Prrafodelista"/>
        <w:numPr>
          <w:ilvl w:val="0"/>
          <w:numId w:val="14"/>
        </w:numPr>
        <w:spacing w:line="280" w:lineRule="auto"/>
        <w:rPr>
          <w:szCs w:val="24"/>
        </w:rPr>
      </w:pPr>
      <w:r>
        <w:rPr>
          <w:szCs w:val="24"/>
          <w:lang w:val="es-ES"/>
        </w:rPr>
        <w:t>¿Qué necesitamos hacer para alcanzar esas metas?</w:t>
      </w:r>
      <w:r>
        <w:rPr>
          <w:szCs w:val="24"/>
        </w:rPr>
        <w:t xml:space="preserve"> </w:t>
      </w:r>
      <w:r>
        <w:rPr>
          <w:szCs w:val="24"/>
          <w:lang w:val="es-ES"/>
        </w:rPr>
        <w:t>(lista de tareas)</w:t>
      </w:r>
    </w:p>
    <w:p w:rsidR="000B4801" w:rsidRDefault="000B4801">
      <w:pPr>
        <w:pStyle w:val="Prrafodelista"/>
        <w:numPr>
          <w:ilvl w:val="0"/>
          <w:numId w:val="14"/>
        </w:numPr>
        <w:spacing w:line="280" w:lineRule="auto"/>
        <w:rPr>
          <w:szCs w:val="24"/>
        </w:rPr>
      </w:pPr>
      <w:r>
        <w:rPr>
          <w:szCs w:val="24"/>
          <w:lang w:val="es-ES"/>
        </w:rPr>
        <w:t>¿¿Quién realizará esas tareas?</w:t>
      </w:r>
      <w:r>
        <w:rPr>
          <w:szCs w:val="24"/>
        </w:rPr>
        <w:t xml:space="preserve"> </w:t>
      </w:r>
      <w:r>
        <w:rPr>
          <w:szCs w:val="24"/>
          <w:lang w:val="es-ES"/>
        </w:rPr>
        <w:t>(asignación de responsabilidades)</w:t>
      </w:r>
    </w:p>
    <w:p w:rsidR="000B4801" w:rsidRDefault="000B4801">
      <w:pPr>
        <w:pStyle w:val="Prrafodelista"/>
        <w:numPr>
          <w:ilvl w:val="0"/>
          <w:numId w:val="14"/>
        </w:numPr>
        <w:spacing w:line="280" w:lineRule="auto"/>
        <w:rPr>
          <w:szCs w:val="24"/>
        </w:rPr>
      </w:pPr>
      <w:r>
        <w:rPr>
          <w:szCs w:val="24"/>
          <w:lang w:val="es-ES"/>
        </w:rPr>
        <w:t>¿Qué materiales vamos a necesitar?</w:t>
      </w:r>
      <w:r>
        <w:rPr>
          <w:szCs w:val="24"/>
        </w:rPr>
        <w:t xml:space="preserve"> </w:t>
      </w:r>
      <w:r>
        <w:rPr>
          <w:szCs w:val="24"/>
          <w:lang w:val="es-ES"/>
        </w:rPr>
        <w:t>(reparto de materiales)</w:t>
      </w:r>
    </w:p>
    <w:p w:rsidR="000B4801" w:rsidRDefault="000B4801">
      <w:pPr>
        <w:pStyle w:val="Prrafodelista"/>
        <w:numPr>
          <w:ilvl w:val="0"/>
          <w:numId w:val="14"/>
        </w:numPr>
        <w:spacing w:line="280" w:lineRule="auto"/>
        <w:rPr>
          <w:szCs w:val="24"/>
        </w:rPr>
      </w:pPr>
      <w:r>
        <w:rPr>
          <w:szCs w:val="24"/>
          <w:lang w:val="es-ES"/>
        </w:rPr>
        <w:t>¿Cuándo se llevarán a cabo las tareas?</w:t>
      </w:r>
      <w:r>
        <w:rPr>
          <w:szCs w:val="24"/>
        </w:rPr>
        <w:t xml:space="preserve"> </w:t>
      </w:r>
      <w:r>
        <w:rPr>
          <w:szCs w:val="24"/>
          <w:lang w:val="es-ES"/>
        </w:rPr>
        <w:t>(preparación de un calendario)</w:t>
      </w:r>
    </w:p>
    <w:p w:rsidR="000B4801" w:rsidRDefault="000B4801">
      <w:pPr>
        <w:pStyle w:val="Prrafodelista"/>
        <w:numPr>
          <w:ilvl w:val="0"/>
          <w:numId w:val="14"/>
        </w:numPr>
        <w:spacing w:line="280" w:lineRule="auto"/>
        <w:rPr>
          <w:szCs w:val="24"/>
        </w:rPr>
      </w:pPr>
      <w:r>
        <w:rPr>
          <w:szCs w:val="24"/>
          <w:lang w:val="es-ES"/>
        </w:rPr>
        <w:t>¿Cómo queremos implicar a los demás trabajadores para que participen?</w:t>
      </w:r>
      <w:r>
        <w:rPr>
          <w:szCs w:val="24"/>
        </w:rPr>
        <w:t xml:space="preserve"> </w:t>
      </w:r>
      <w:r>
        <w:rPr>
          <w:szCs w:val="24"/>
          <w:lang w:val="es-ES"/>
        </w:rPr>
        <w:t>(desafíos, preparar una presentación, etc.)</w:t>
      </w:r>
    </w:p>
    <w:p w:rsidR="000B4801" w:rsidRDefault="000B4801">
      <w:pPr>
        <w:spacing w:line="280" w:lineRule="auto"/>
        <w:rPr>
          <w:szCs w:val="24"/>
        </w:rPr>
      </w:pPr>
      <w:r>
        <w:rPr>
          <w:szCs w:val="24"/>
          <w:lang w:val="es-ES"/>
        </w:rPr>
        <w:t>El representante del departamento concluirá con una recapitulación.</w:t>
      </w:r>
    </w:p>
    <w:p w:rsidR="000B4801" w:rsidRDefault="000B4801">
      <w:pPr>
        <w:pStyle w:val="Ttulo3"/>
        <w:spacing w:line="280" w:lineRule="auto"/>
        <w:rPr>
          <w:b w:val="0"/>
          <w:bCs w:val="0"/>
          <w:szCs w:val="24"/>
        </w:rPr>
      </w:pPr>
      <w:r>
        <w:rPr>
          <w:b w:val="0"/>
          <w:bCs w:val="0"/>
          <w:szCs w:val="24"/>
          <w:lang w:val="es-ES"/>
        </w:rPr>
        <w:t>Presentación a los demás departamentos</w:t>
      </w:r>
    </w:p>
    <w:p w:rsidR="000B4801" w:rsidRDefault="000B4801">
      <w:pPr>
        <w:spacing w:line="280" w:lineRule="auto"/>
        <w:rPr>
          <w:szCs w:val="24"/>
        </w:rPr>
      </w:pPr>
      <w:r>
        <w:rPr>
          <w:szCs w:val="24"/>
          <w:lang w:val="es-ES"/>
        </w:rPr>
        <w:t>El representante del departamento estudiará con el jefe de equipo cuál es la mejor manera de comunicarse con los demás trabajadores.</w:t>
      </w:r>
      <w:r>
        <w:rPr>
          <w:szCs w:val="24"/>
        </w:rPr>
        <w:t xml:space="preserve"> </w:t>
      </w:r>
      <w:r>
        <w:rPr>
          <w:szCs w:val="24"/>
          <w:lang w:val="es-ES"/>
        </w:rPr>
        <w:t xml:space="preserve">El jefe de equipo puede proponerlo en la próxima reunión de </w:t>
      </w:r>
      <w:r>
        <w:rPr>
          <w:szCs w:val="24"/>
          <w:lang w:val="es-ES"/>
        </w:rPr>
        <w:lastRenderedPageBreak/>
        <w:t>jefes de equipo o pedirle al representante del departamento que se encargue de contactar a los trabajadores.</w:t>
      </w:r>
    </w:p>
    <w:p w:rsidR="000B4801" w:rsidRDefault="000B4801">
      <w:pPr>
        <w:spacing w:line="280" w:lineRule="auto"/>
        <w:rPr>
          <w:szCs w:val="24"/>
        </w:rPr>
      </w:pPr>
      <w:r>
        <w:rPr>
          <w:szCs w:val="24"/>
          <w:lang w:val="es-ES"/>
        </w:rPr>
        <w:t>El método de presentar el proyecto a los trabajadores dependerá del propio proyecto y de las decisiones que se tomen en la reunión del departamento.</w:t>
      </w:r>
    </w:p>
    <w:p w:rsidR="000B4801" w:rsidRDefault="000B4801">
      <w:pPr>
        <w:pStyle w:val="Ttulo3"/>
        <w:spacing w:line="280" w:lineRule="auto"/>
        <w:rPr>
          <w:b w:val="0"/>
          <w:bCs w:val="0"/>
          <w:szCs w:val="24"/>
        </w:rPr>
      </w:pPr>
      <w:r>
        <w:rPr>
          <w:b w:val="0"/>
          <w:bCs w:val="0"/>
          <w:szCs w:val="24"/>
          <w:lang w:val="es-ES"/>
        </w:rPr>
        <w:t>Ejecución del proyecto</w:t>
      </w:r>
    </w:p>
    <w:p w:rsidR="000B4801" w:rsidRDefault="000B4801">
      <w:pPr>
        <w:spacing w:line="280" w:lineRule="auto"/>
        <w:rPr>
          <w:szCs w:val="24"/>
        </w:rPr>
      </w:pPr>
      <w:r>
        <w:rPr>
          <w:szCs w:val="24"/>
          <w:lang w:val="es-ES"/>
        </w:rPr>
        <w:t>Tomando como guía el calendario elaborado en la reunión del departamento, el responsable del departamento supervisará el trabajo de los trabajadores.</w:t>
      </w:r>
      <w:r>
        <w:rPr>
          <w:szCs w:val="24"/>
        </w:rPr>
        <w:t xml:space="preserve"> </w:t>
      </w:r>
    </w:p>
    <w:p w:rsidR="000B4801" w:rsidRDefault="000B4801">
      <w:pPr>
        <w:spacing w:line="280" w:lineRule="auto"/>
        <w:rPr>
          <w:szCs w:val="24"/>
        </w:rPr>
      </w:pPr>
      <w:r>
        <w:rPr>
          <w:szCs w:val="24"/>
          <w:lang w:val="es-ES"/>
        </w:rPr>
        <w:t>Algunas tareas que es probable que tengan que realizar los trabajadores son:</w:t>
      </w:r>
    </w:p>
    <w:p w:rsidR="000B4801" w:rsidRDefault="000B4801">
      <w:pPr>
        <w:pStyle w:val="Prrafodelista"/>
        <w:numPr>
          <w:ilvl w:val="0"/>
          <w:numId w:val="15"/>
        </w:numPr>
        <w:spacing w:line="280" w:lineRule="auto"/>
        <w:rPr>
          <w:szCs w:val="24"/>
        </w:rPr>
      </w:pPr>
      <w:r>
        <w:rPr>
          <w:szCs w:val="24"/>
          <w:lang w:val="es-ES"/>
        </w:rPr>
        <w:t>Reunir suministros.</w:t>
      </w:r>
    </w:p>
    <w:p w:rsidR="000B4801" w:rsidRDefault="000B4801">
      <w:pPr>
        <w:pStyle w:val="Prrafodelista"/>
        <w:numPr>
          <w:ilvl w:val="0"/>
          <w:numId w:val="15"/>
        </w:numPr>
        <w:spacing w:line="280" w:lineRule="auto"/>
        <w:rPr>
          <w:szCs w:val="24"/>
        </w:rPr>
      </w:pPr>
      <w:r>
        <w:rPr>
          <w:szCs w:val="24"/>
          <w:lang w:val="es-ES"/>
        </w:rPr>
        <w:t>Diseñar carteles para promocionar el proyecto.</w:t>
      </w:r>
    </w:p>
    <w:p w:rsidR="000B4801" w:rsidRDefault="000B4801">
      <w:pPr>
        <w:pStyle w:val="Prrafodelista"/>
        <w:numPr>
          <w:ilvl w:val="0"/>
          <w:numId w:val="15"/>
        </w:numPr>
        <w:spacing w:line="280" w:lineRule="auto"/>
        <w:rPr>
          <w:szCs w:val="24"/>
        </w:rPr>
      </w:pPr>
      <w:r>
        <w:rPr>
          <w:szCs w:val="24"/>
          <w:lang w:val="es-ES"/>
        </w:rPr>
        <w:t>Hacer un seguimiento del progreso.</w:t>
      </w:r>
    </w:p>
    <w:p w:rsidR="000B4801" w:rsidRDefault="000B4801">
      <w:pPr>
        <w:pStyle w:val="Prrafodelista"/>
        <w:numPr>
          <w:ilvl w:val="0"/>
          <w:numId w:val="15"/>
        </w:numPr>
        <w:spacing w:line="280" w:lineRule="auto"/>
        <w:rPr>
          <w:szCs w:val="24"/>
        </w:rPr>
      </w:pPr>
      <w:r>
        <w:rPr>
          <w:szCs w:val="24"/>
          <w:lang w:val="es-ES"/>
        </w:rPr>
        <w:t>Realizar anuncios a toda la empresa.</w:t>
      </w:r>
    </w:p>
    <w:p w:rsidR="000B4801" w:rsidRDefault="000B4801">
      <w:pPr>
        <w:pStyle w:val="Prrafodelista"/>
        <w:numPr>
          <w:ilvl w:val="0"/>
          <w:numId w:val="15"/>
        </w:numPr>
        <w:spacing w:line="280" w:lineRule="auto"/>
        <w:rPr>
          <w:szCs w:val="24"/>
        </w:rPr>
      </w:pPr>
      <w:r>
        <w:rPr>
          <w:szCs w:val="24"/>
          <w:lang w:val="es-ES"/>
        </w:rPr>
        <w:t>Asistir y participar en eventos del proyecto, como fiestas de trabajo.</w:t>
      </w:r>
    </w:p>
    <w:p w:rsidR="000B4801" w:rsidRDefault="000B4801">
      <w:pPr>
        <w:spacing w:line="280" w:lineRule="auto"/>
        <w:rPr>
          <w:szCs w:val="24"/>
        </w:rPr>
      </w:pPr>
      <w:r>
        <w:rPr>
          <w:szCs w:val="24"/>
          <w:lang w:val="es-ES"/>
        </w:rPr>
        <w:t>El representante del departamento se pondrá en contacto con el jefe de equipo acerca del tiempo que el departamento debe dedicar a actividades relacionadas con el proyecto, y consultará con él en lo que se refiere al trabajo con otros departamentos.</w:t>
      </w:r>
    </w:p>
    <w:p w:rsidR="000B4801" w:rsidRDefault="000B4801">
      <w:pPr>
        <w:pStyle w:val="Ttulo3"/>
        <w:spacing w:line="280" w:lineRule="auto"/>
        <w:rPr>
          <w:b w:val="0"/>
          <w:bCs w:val="0"/>
          <w:szCs w:val="24"/>
        </w:rPr>
      </w:pPr>
      <w:r>
        <w:rPr>
          <w:b w:val="0"/>
          <w:bCs w:val="0"/>
          <w:szCs w:val="24"/>
          <w:lang w:val="es-ES"/>
        </w:rPr>
        <w:t>Celebración y evaluación</w:t>
      </w:r>
    </w:p>
    <w:p w:rsidR="000B4801" w:rsidRDefault="000B4801">
      <w:pPr>
        <w:spacing w:line="280" w:lineRule="auto"/>
        <w:rPr>
          <w:szCs w:val="24"/>
        </w:rPr>
      </w:pPr>
      <w:r>
        <w:rPr>
          <w:szCs w:val="24"/>
          <w:lang w:val="es-ES"/>
        </w:rPr>
        <w:t>El representante del departamento organizará con el jefe de equipo (y posiblemente con otros jefes de equipo) una actividad de conclusión de 30 minutos.</w:t>
      </w:r>
      <w:r>
        <w:rPr>
          <w:szCs w:val="24"/>
        </w:rPr>
        <w:t xml:space="preserve"> </w:t>
      </w:r>
    </w:p>
    <w:p w:rsidR="000B4801" w:rsidRDefault="000B4801">
      <w:pPr>
        <w:spacing w:line="280" w:lineRule="auto"/>
        <w:rPr>
          <w:szCs w:val="24"/>
        </w:rPr>
      </w:pPr>
      <w:r>
        <w:rPr>
          <w:szCs w:val="24"/>
          <w:lang w:val="es-ES"/>
        </w:rPr>
        <w:t>Los trabajadores podrán traer lo que quieran para compartir y celebrar el éxito. Si es posible, la Comisión intentará traer cosas.</w:t>
      </w:r>
      <w:r>
        <w:rPr>
          <w:szCs w:val="24"/>
        </w:rPr>
        <w:t xml:space="preserve"> </w:t>
      </w:r>
      <w:r>
        <w:rPr>
          <w:szCs w:val="24"/>
          <w:lang w:val="es-ES"/>
        </w:rPr>
        <w:t>El representante del departamento puede hacer una exposición informal de los resultados, de las cosas que se pueden hacer mejor la próxima vez y los proyectos potenciales que se podrían acometer en el futuro.</w:t>
      </w:r>
    </w:p>
    <w:p w:rsidR="000B4801" w:rsidRDefault="000B4801">
      <w:pPr>
        <w:rPr>
          <w:szCs w:val="24"/>
        </w:rPr>
      </w:pPr>
    </w:p>
    <w:sectPr w:rsidR="000B480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6C6" w:rsidRDefault="007136C6">
      <w:pPr>
        <w:rPr>
          <w:szCs w:val="24"/>
        </w:rPr>
      </w:pPr>
      <w:r>
        <w:rPr>
          <w:szCs w:val="24"/>
        </w:rPr>
        <w:separator/>
      </w:r>
    </w:p>
  </w:endnote>
  <w:endnote w:type="continuationSeparator" w:id="0">
    <w:p w:rsidR="007136C6" w:rsidRDefault="007136C6">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801" w:rsidRDefault="000B4801">
    <w:pPr>
      <w:pStyle w:val="Piedepgina"/>
      <w:rPr>
        <w:szCs w:val="24"/>
      </w:rPr>
    </w:pPr>
    <w:r>
      <w:rPr>
        <w:szCs w:val="24"/>
      </w:rPr>
      <w:fldChar w:fldCharType="begin"/>
    </w:r>
    <w:r>
      <w:rPr>
        <w:szCs w:val="24"/>
      </w:rPr>
      <w:instrText xml:space="preserve"> PAGE   \* MERGEFORMAT </w:instrText>
    </w:r>
    <w:r>
      <w:rPr>
        <w:szCs w:val="24"/>
      </w:rPr>
      <w:fldChar w:fldCharType="separate"/>
    </w:r>
    <w:r w:rsidR="00716E5A">
      <w:rPr>
        <w:noProof/>
        <w:szCs w:val="24"/>
      </w:rPr>
      <w:t>1</w:t>
    </w:r>
    <w:r>
      <w:rPr>
        <w:szCs w:val="24"/>
      </w:rPr>
      <w:fldChar w:fldCharType="end"/>
    </w:r>
  </w:p>
  <w:p w:rsidR="000B4801" w:rsidRDefault="000B4801">
    <w:pPr>
      <w:pStyle w:val="Piedepgina"/>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6C6" w:rsidRDefault="007136C6">
      <w:pPr>
        <w:rPr>
          <w:szCs w:val="24"/>
        </w:rPr>
      </w:pPr>
      <w:r>
        <w:rPr>
          <w:szCs w:val="24"/>
        </w:rPr>
        <w:separator/>
      </w:r>
    </w:p>
  </w:footnote>
  <w:footnote w:type="continuationSeparator" w:id="0">
    <w:p w:rsidR="007136C6" w:rsidRDefault="007136C6">
      <w:pPr>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14430B8"/>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440009D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E9CAAD0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018C9172"/>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A00689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E0A8FD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EA60F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258A0D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A120C9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17C40D30"/>
    <w:lvl w:ilvl="0">
      <w:start w:val="1"/>
      <w:numFmt w:val="bullet"/>
      <w:lvlText w:val=""/>
      <w:lvlJc w:val="left"/>
      <w:pPr>
        <w:tabs>
          <w:tab w:val="num" w:pos="360"/>
        </w:tabs>
        <w:ind w:left="360" w:hanging="360"/>
      </w:pPr>
      <w:rPr>
        <w:rFonts w:ascii="Symbol" w:hAnsi="Symbol" w:hint="default"/>
      </w:rPr>
    </w:lvl>
  </w:abstractNum>
  <w:abstractNum w:abstractNumId="10">
    <w:nsid w:val="05D01FCB"/>
    <w:multiLevelType w:val="hybridMultilevel"/>
    <w:tmpl w:val="D9369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BA4B7C"/>
    <w:multiLevelType w:val="hybridMultilevel"/>
    <w:tmpl w:val="F15A91D0"/>
    <w:lvl w:ilvl="0" w:tplc="04090001">
      <w:start w:val="1"/>
      <w:numFmt w:val="bullet"/>
      <w:lvlText w:val=""/>
      <w:lvlJc w:val="left"/>
      <w:pPr>
        <w:ind w:left="3585" w:hanging="360"/>
      </w:pPr>
      <w:rPr>
        <w:rFonts w:ascii="Symbol" w:hAnsi="Symbol" w:hint="default"/>
      </w:rPr>
    </w:lvl>
    <w:lvl w:ilvl="1" w:tplc="04090003" w:tentative="1">
      <w:start w:val="1"/>
      <w:numFmt w:val="bullet"/>
      <w:lvlText w:val="o"/>
      <w:lvlJc w:val="left"/>
      <w:pPr>
        <w:ind w:left="4305" w:hanging="360"/>
      </w:pPr>
      <w:rPr>
        <w:rFonts w:ascii="Courier New" w:hAnsi="Courier New" w:hint="default"/>
      </w:rPr>
    </w:lvl>
    <w:lvl w:ilvl="2" w:tplc="04090005" w:tentative="1">
      <w:start w:val="1"/>
      <w:numFmt w:val="bullet"/>
      <w:lvlText w:val=""/>
      <w:lvlJc w:val="left"/>
      <w:pPr>
        <w:ind w:left="5025" w:hanging="360"/>
      </w:pPr>
      <w:rPr>
        <w:rFonts w:ascii="Wingdings" w:hAnsi="Wingdings" w:hint="default"/>
      </w:rPr>
    </w:lvl>
    <w:lvl w:ilvl="3" w:tplc="04090001" w:tentative="1">
      <w:start w:val="1"/>
      <w:numFmt w:val="bullet"/>
      <w:lvlText w:val=""/>
      <w:lvlJc w:val="left"/>
      <w:pPr>
        <w:ind w:left="5745" w:hanging="360"/>
      </w:pPr>
      <w:rPr>
        <w:rFonts w:ascii="Symbol" w:hAnsi="Symbol" w:hint="default"/>
      </w:rPr>
    </w:lvl>
    <w:lvl w:ilvl="4" w:tplc="04090003" w:tentative="1">
      <w:start w:val="1"/>
      <w:numFmt w:val="bullet"/>
      <w:lvlText w:val="o"/>
      <w:lvlJc w:val="left"/>
      <w:pPr>
        <w:ind w:left="6465" w:hanging="360"/>
      </w:pPr>
      <w:rPr>
        <w:rFonts w:ascii="Courier New" w:hAnsi="Courier New" w:hint="default"/>
      </w:rPr>
    </w:lvl>
    <w:lvl w:ilvl="5" w:tplc="04090005" w:tentative="1">
      <w:start w:val="1"/>
      <w:numFmt w:val="bullet"/>
      <w:lvlText w:val=""/>
      <w:lvlJc w:val="left"/>
      <w:pPr>
        <w:ind w:left="7185" w:hanging="360"/>
      </w:pPr>
      <w:rPr>
        <w:rFonts w:ascii="Wingdings" w:hAnsi="Wingdings" w:hint="default"/>
      </w:rPr>
    </w:lvl>
    <w:lvl w:ilvl="6" w:tplc="04090001" w:tentative="1">
      <w:start w:val="1"/>
      <w:numFmt w:val="bullet"/>
      <w:lvlText w:val=""/>
      <w:lvlJc w:val="left"/>
      <w:pPr>
        <w:ind w:left="7905" w:hanging="360"/>
      </w:pPr>
      <w:rPr>
        <w:rFonts w:ascii="Symbol" w:hAnsi="Symbol" w:hint="default"/>
      </w:rPr>
    </w:lvl>
    <w:lvl w:ilvl="7" w:tplc="04090003" w:tentative="1">
      <w:start w:val="1"/>
      <w:numFmt w:val="bullet"/>
      <w:lvlText w:val="o"/>
      <w:lvlJc w:val="left"/>
      <w:pPr>
        <w:ind w:left="8625" w:hanging="360"/>
      </w:pPr>
      <w:rPr>
        <w:rFonts w:ascii="Courier New" w:hAnsi="Courier New" w:hint="default"/>
      </w:rPr>
    </w:lvl>
    <w:lvl w:ilvl="8" w:tplc="04090005" w:tentative="1">
      <w:start w:val="1"/>
      <w:numFmt w:val="bullet"/>
      <w:lvlText w:val=""/>
      <w:lvlJc w:val="left"/>
      <w:pPr>
        <w:ind w:left="9345" w:hanging="360"/>
      </w:pPr>
      <w:rPr>
        <w:rFonts w:ascii="Wingdings" w:hAnsi="Wingdings" w:hint="default"/>
      </w:rPr>
    </w:lvl>
  </w:abstractNum>
  <w:abstractNum w:abstractNumId="12">
    <w:nsid w:val="077422A9"/>
    <w:multiLevelType w:val="hybridMultilevel"/>
    <w:tmpl w:val="B0845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C217668"/>
    <w:multiLevelType w:val="hybridMultilevel"/>
    <w:tmpl w:val="9874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425CB5"/>
    <w:multiLevelType w:val="hybridMultilevel"/>
    <w:tmpl w:val="A8820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4B6925"/>
    <w:multiLevelType w:val="hybridMultilevel"/>
    <w:tmpl w:val="11C4C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B26CFD"/>
    <w:multiLevelType w:val="hybridMultilevel"/>
    <w:tmpl w:val="D764B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EE1AFC"/>
    <w:multiLevelType w:val="hybridMultilevel"/>
    <w:tmpl w:val="D27EC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1AC41AD"/>
    <w:multiLevelType w:val="hybridMultilevel"/>
    <w:tmpl w:val="8CA40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772C22"/>
    <w:multiLevelType w:val="hybridMultilevel"/>
    <w:tmpl w:val="BB704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9C1C84"/>
    <w:multiLevelType w:val="hybridMultilevel"/>
    <w:tmpl w:val="3098A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A162FC"/>
    <w:multiLevelType w:val="hybridMultilevel"/>
    <w:tmpl w:val="EF02D9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8D96332"/>
    <w:multiLevelType w:val="hybridMultilevel"/>
    <w:tmpl w:val="A7806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A332B3D"/>
    <w:multiLevelType w:val="hybridMultilevel"/>
    <w:tmpl w:val="1B7A7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E0D5CAC"/>
    <w:multiLevelType w:val="hybridMultilevel"/>
    <w:tmpl w:val="1E4EF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14"/>
  </w:num>
  <w:num w:numId="4">
    <w:abstractNumId w:val="21"/>
  </w:num>
  <w:num w:numId="5">
    <w:abstractNumId w:val="23"/>
  </w:num>
  <w:num w:numId="6">
    <w:abstractNumId w:val="15"/>
  </w:num>
  <w:num w:numId="7">
    <w:abstractNumId w:val="10"/>
  </w:num>
  <w:num w:numId="8">
    <w:abstractNumId w:val="13"/>
  </w:num>
  <w:num w:numId="9">
    <w:abstractNumId w:val="16"/>
  </w:num>
  <w:num w:numId="10">
    <w:abstractNumId w:val="17"/>
  </w:num>
  <w:num w:numId="11">
    <w:abstractNumId w:val="19"/>
  </w:num>
  <w:num w:numId="12">
    <w:abstractNumId w:val="24"/>
  </w:num>
  <w:num w:numId="13">
    <w:abstractNumId w:val="12"/>
  </w:num>
  <w:num w:numId="14">
    <w:abstractNumId w:val="22"/>
  </w:num>
  <w:num w:numId="15">
    <w:abstractNumId w:val="18"/>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CC"/>
    <w:rsid w:val="00011BAD"/>
    <w:rsid w:val="00016822"/>
    <w:rsid w:val="00025F62"/>
    <w:rsid w:val="00032E86"/>
    <w:rsid w:val="00033C6F"/>
    <w:rsid w:val="00065F35"/>
    <w:rsid w:val="00075568"/>
    <w:rsid w:val="000944EA"/>
    <w:rsid w:val="000A2EEE"/>
    <w:rsid w:val="000A5876"/>
    <w:rsid w:val="000A7903"/>
    <w:rsid w:val="000B4801"/>
    <w:rsid w:val="000C0CF7"/>
    <w:rsid w:val="000C535F"/>
    <w:rsid w:val="000E124B"/>
    <w:rsid w:val="000E1FE5"/>
    <w:rsid w:val="000F2E2F"/>
    <w:rsid w:val="00104714"/>
    <w:rsid w:val="001361B9"/>
    <w:rsid w:val="001433CB"/>
    <w:rsid w:val="00166AEB"/>
    <w:rsid w:val="00195989"/>
    <w:rsid w:val="001A3442"/>
    <w:rsid w:val="001C16D2"/>
    <w:rsid w:val="001D70E5"/>
    <w:rsid w:val="001E361C"/>
    <w:rsid w:val="001E4580"/>
    <w:rsid w:val="001E4F8B"/>
    <w:rsid w:val="001E547D"/>
    <w:rsid w:val="00205420"/>
    <w:rsid w:val="0021187B"/>
    <w:rsid w:val="00211E88"/>
    <w:rsid w:val="00223062"/>
    <w:rsid w:val="002319B0"/>
    <w:rsid w:val="0024064A"/>
    <w:rsid w:val="0024450A"/>
    <w:rsid w:val="00250D91"/>
    <w:rsid w:val="00254FBC"/>
    <w:rsid w:val="0025789B"/>
    <w:rsid w:val="00265477"/>
    <w:rsid w:val="002707D7"/>
    <w:rsid w:val="002814D5"/>
    <w:rsid w:val="002A386A"/>
    <w:rsid w:val="002D3F64"/>
    <w:rsid w:val="002F038F"/>
    <w:rsid w:val="002F6DBC"/>
    <w:rsid w:val="0030265B"/>
    <w:rsid w:val="00303969"/>
    <w:rsid w:val="00304D21"/>
    <w:rsid w:val="003119C7"/>
    <w:rsid w:val="0032065A"/>
    <w:rsid w:val="00335316"/>
    <w:rsid w:val="00355196"/>
    <w:rsid w:val="00357175"/>
    <w:rsid w:val="003A0874"/>
    <w:rsid w:val="003B1F18"/>
    <w:rsid w:val="003B5E87"/>
    <w:rsid w:val="003D2FED"/>
    <w:rsid w:val="003D765F"/>
    <w:rsid w:val="003F278F"/>
    <w:rsid w:val="0041136A"/>
    <w:rsid w:val="00412036"/>
    <w:rsid w:val="00416394"/>
    <w:rsid w:val="00430401"/>
    <w:rsid w:val="00430887"/>
    <w:rsid w:val="00433B89"/>
    <w:rsid w:val="0045767E"/>
    <w:rsid w:val="004776AC"/>
    <w:rsid w:val="00491C88"/>
    <w:rsid w:val="004B1C6E"/>
    <w:rsid w:val="004B4A8E"/>
    <w:rsid w:val="004D16E3"/>
    <w:rsid w:val="004E0CC7"/>
    <w:rsid w:val="00505DBE"/>
    <w:rsid w:val="005227D3"/>
    <w:rsid w:val="005328D3"/>
    <w:rsid w:val="00545209"/>
    <w:rsid w:val="005456CD"/>
    <w:rsid w:val="00545F3F"/>
    <w:rsid w:val="00546E9B"/>
    <w:rsid w:val="0055688A"/>
    <w:rsid w:val="00556BD5"/>
    <w:rsid w:val="00571955"/>
    <w:rsid w:val="00574566"/>
    <w:rsid w:val="00583C93"/>
    <w:rsid w:val="00586A5C"/>
    <w:rsid w:val="00592A18"/>
    <w:rsid w:val="005936C6"/>
    <w:rsid w:val="005A0164"/>
    <w:rsid w:val="005B4ED8"/>
    <w:rsid w:val="005D1A8F"/>
    <w:rsid w:val="005D4E74"/>
    <w:rsid w:val="005D61DD"/>
    <w:rsid w:val="005E1F89"/>
    <w:rsid w:val="005E65FB"/>
    <w:rsid w:val="005F4D19"/>
    <w:rsid w:val="005F7641"/>
    <w:rsid w:val="00607668"/>
    <w:rsid w:val="00614169"/>
    <w:rsid w:val="0061652B"/>
    <w:rsid w:val="00620DE0"/>
    <w:rsid w:val="006223C2"/>
    <w:rsid w:val="0062336A"/>
    <w:rsid w:val="00634DB1"/>
    <w:rsid w:val="006565A9"/>
    <w:rsid w:val="00665563"/>
    <w:rsid w:val="00676B82"/>
    <w:rsid w:val="00694177"/>
    <w:rsid w:val="006A655F"/>
    <w:rsid w:val="006C22D1"/>
    <w:rsid w:val="006C39C6"/>
    <w:rsid w:val="006F010B"/>
    <w:rsid w:val="007136C6"/>
    <w:rsid w:val="00716E5A"/>
    <w:rsid w:val="00765BF6"/>
    <w:rsid w:val="00771EAD"/>
    <w:rsid w:val="007733D7"/>
    <w:rsid w:val="00773AD4"/>
    <w:rsid w:val="007A136A"/>
    <w:rsid w:val="007A5E0C"/>
    <w:rsid w:val="007C79EB"/>
    <w:rsid w:val="007E3637"/>
    <w:rsid w:val="0080372F"/>
    <w:rsid w:val="00804B8A"/>
    <w:rsid w:val="00817C6F"/>
    <w:rsid w:val="008255EB"/>
    <w:rsid w:val="008373E9"/>
    <w:rsid w:val="008408EA"/>
    <w:rsid w:val="00843744"/>
    <w:rsid w:val="0084402C"/>
    <w:rsid w:val="00851407"/>
    <w:rsid w:val="00853F32"/>
    <w:rsid w:val="00855F46"/>
    <w:rsid w:val="00871318"/>
    <w:rsid w:val="0088596D"/>
    <w:rsid w:val="00887453"/>
    <w:rsid w:val="00891208"/>
    <w:rsid w:val="0089269E"/>
    <w:rsid w:val="008A4AC2"/>
    <w:rsid w:val="008A6555"/>
    <w:rsid w:val="008A75ED"/>
    <w:rsid w:val="008A7616"/>
    <w:rsid w:val="008C0B8B"/>
    <w:rsid w:val="008D6014"/>
    <w:rsid w:val="008E036D"/>
    <w:rsid w:val="008E33FB"/>
    <w:rsid w:val="009043DA"/>
    <w:rsid w:val="00921206"/>
    <w:rsid w:val="00931B67"/>
    <w:rsid w:val="00951BD5"/>
    <w:rsid w:val="009521F5"/>
    <w:rsid w:val="00954B1B"/>
    <w:rsid w:val="00962807"/>
    <w:rsid w:val="0096434C"/>
    <w:rsid w:val="00982F89"/>
    <w:rsid w:val="009A5827"/>
    <w:rsid w:val="009B3D8A"/>
    <w:rsid w:val="009C02C9"/>
    <w:rsid w:val="009C30C8"/>
    <w:rsid w:val="009C3A42"/>
    <w:rsid w:val="009C4E14"/>
    <w:rsid w:val="009E420E"/>
    <w:rsid w:val="009E7B63"/>
    <w:rsid w:val="009F64FB"/>
    <w:rsid w:val="00A0773E"/>
    <w:rsid w:val="00A12401"/>
    <w:rsid w:val="00A253AC"/>
    <w:rsid w:val="00A30FA6"/>
    <w:rsid w:val="00A32D44"/>
    <w:rsid w:val="00A62EE3"/>
    <w:rsid w:val="00A653E0"/>
    <w:rsid w:val="00A81084"/>
    <w:rsid w:val="00A83AEE"/>
    <w:rsid w:val="00A91E86"/>
    <w:rsid w:val="00A94821"/>
    <w:rsid w:val="00A96A31"/>
    <w:rsid w:val="00AA0323"/>
    <w:rsid w:val="00AA3A24"/>
    <w:rsid w:val="00AB01B7"/>
    <w:rsid w:val="00AC0F29"/>
    <w:rsid w:val="00AC333A"/>
    <w:rsid w:val="00AD3464"/>
    <w:rsid w:val="00AD7A5D"/>
    <w:rsid w:val="00AE0AD0"/>
    <w:rsid w:val="00AE49BB"/>
    <w:rsid w:val="00B01998"/>
    <w:rsid w:val="00B0231B"/>
    <w:rsid w:val="00B1102E"/>
    <w:rsid w:val="00B11A0E"/>
    <w:rsid w:val="00B16061"/>
    <w:rsid w:val="00B22E07"/>
    <w:rsid w:val="00B46D40"/>
    <w:rsid w:val="00B61B6C"/>
    <w:rsid w:val="00B61E44"/>
    <w:rsid w:val="00B77A52"/>
    <w:rsid w:val="00B8010A"/>
    <w:rsid w:val="00B81089"/>
    <w:rsid w:val="00B83C98"/>
    <w:rsid w:val="00BA4FF4"/>
    <w:rsid w:val="00BB07F3"/>
    <w:rsid w:val="00BB6032"/>
    <w:rsid w:val="00BC23BB"/>
    <w:rsid w:val="00BE40F7"/>
    <w:rsid w:val="00BE574E"/>
    <w:rsid w:val="00BF075E"/>
    <w:rsid w:val="00BF23D5"/>
    <w:rsid w:val="00C00AF2"/>
    <w:rsid w:val="00C15D16"/>
    <w:rsid w:val="00C22E0A"/>
    <w:rsid w:val="00C35397"/>
    <w:rsid w:val="00C41572"/>
    <w:rsid w:val="00C570B3"/>
    <w:rsid w:val="00C616AE"/>
    <w:rsid w:val="00C65B58"/>
    <w:rsid w:val="00C7079F"/>
    <w:rsid w:val="00C73B14"/>
    <w:rsid w:val="00C7573D"/>
    <w:rsid w:val="00C81D68"/>
    <w:rsid w:val="00C82C33"/>
    <w:rsid w:val="00C90C64"/>
    <w:rsid w:val="00C932CE"/>
    <w:rsid w:val="00CB3846"/>
    <w:rsid w:val="00CB59DF"/>
    <w:rsid w:val="00CC0D01"/>
    <w:rsid w:val="00CC1F19"/>
    <w:rsid w:val="00CC2F11"/>
    <w:rsid w:val="00CF3656"/>
    <w:rsid w:val="00CF7F49"/>
    <w:rsid w:val="00D17D48"/>
    <w:rsid w:val="00D35E84"/>
    <w:rsid w:val="00D407EA"/>
    <w:rsid w:val="00D44CFA"/>
    <w:rsid w:val="00D67E5E"/>
    <w:rsid w:val="00D722FD"/>
    <w:rsid w:val="00D7309F"/>
    <w:rsid w:val="00D77BD5"/>
    <w:rsid w:val="00D82E9B"/>
    <w:rsid w:val="00D85514"/>
    <w:rsid w:val="00D95DE0"/>
    <w:rsid w:val="00D96C1F"/>
    <w:rsid w:val="00DA0F0D"/>
    <w:rsid w:val="00DA4ACC"/>
    <w:rsid w:val="00DB22C7"/>
    <w:rsid w:val="00DB6228"/>
    <w:rsid w:val="00DC35A9"/>
    <w:rsid w:val="00DE2FEA"/>
    <w:rsid w:val="00E00A8B"/>
    <w:rsid w:val="00E0578D"/>
    <w:rsid w:val="00E07FD4"/>
    <w:rsid w:val="00E10656"/>
    <w:rsid w:val="00E17262"/>
    <w:rsid w:val="00E346E4"/>
    <w:rsid w:val="00E514CF"/>
    <w:rsid w:val="00E535B3"/>
    <w:rsid w:val="00E619E6"/>
    <w:rsid w:val="00E73F4F"/>
    <w:rsid w:val="00E7694F"/>
    <w:rsid w:val="00E827BA"/>
    <w:rsid w:val="00E82F46"/>
    <w:rsid w:val="00E91F15"/>
    <w:rsid w:val="00EB2D1B"/>
    <w:rsid w:val="00EC1FFD"/>
    <w:rsid w:val="00EC50F9"/>
    <w:rsid w:val="00EC5D0C"/>
    <w:rsid w:val="00EE54DD"/>
    <w:rsid w:val="00EE7FBC"/>
    <w:rsid w:val="00EF12C7"/>
    <w:rsid w:val="00EF6092"/>
    <w:rsid w:val="00EF64BC"/>
    <w:rsid w:val="00F02A09"/>
    <w:rsid w:val="00F05DB1"/>
    <w:rsid w:val="00F07ABD"/>
    <w:rsid w:val="00F301D4"/>
    <w:rsid w:val="00F52737"/>
    <w:rsid w:val="00F52B83"/>
    <w:rsid w:val="00F63A88"/>
    <w:rsid w:val="00F750D2"/>
    <w:rsid w:val="00F75A3C"/>
    <w:rsid w:val="00F80868"/>
    <w:rsid w:val="00F86F20"/>
    <w:rsid w:val="00FD3CE6"/>
    <w:rsid w:val="00FD4E79"/>
    <w:rsid w:val="00FD6E7D"/>
    <w:rsid w:val="00FE1299"/>
    <w:rsid w:val="00FE7CD0"/>
    <w:rsid w:val="00FF3B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46BA049-953F-4657-A78C-8D16CAD23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Calibri" w:hAnsi="Calibri"/>
      <w:lang w:val="en-US"/>
    </w:rPr>
  </w:style>
  <w:style w:type="paragraph" w:styleId="Ttulo1">
    <w:name w:val="heading 1"/>
    <w:basedOn w:val="Normal"/>
    <w:next w:val="Normal"/>
    <w:link w:val="Ttulo1Car"/>
    <w:uiPriority w:val="99"/>
    <w:qFormat/>
    <w:pPr>
      <w:keepNext/>
      <w:keepLines/>
      <w:spacing w:before="480" w:after="0"/>
      <w:outlineLvl w:val="0"/>
    </w:pPr>
    <w:rPr>
      <w:rFonts w:ascii="Calibri Light" w:hAnsi="Calibri Light"/>
      <w:b/>
      <w:bCs/>
      <w:color w:val="2E74B5"/>
      <w:sz w:val="28"/>
      <w:szCs w:val="28"/>
    </w:rPr>
  </w:style>
  <w:style w:type="paragraph" w:styleId="Ttulo2">
    <w:name w:val="heading 2"/>
    <w:basedOn w:val="Normal"/>
    <w:next w:val="Normal"/>
    <w:link w:val="Ttulo2Car"/>
    <w:uiPriority w:val="99"/>
    <w:qFormat/>
    <w:pPr>
      <w:keepNext/>
      <w:keepLines/>
      <w:spacing w:before="200" w:after="0"/>
      <w:outlineLvl w:val="1"/>
    </w:pPr>
    <w:rPr>
      <w:rFonts w:ascii="Calibri Light" w:hAnsi="Calibri Light"/>
      <w:b/>
      <w:bCs/>
      <w:color w:val="5B9BD5"/>
      <w:sz w:val="26"/>
      <w:szCs w:val="26"/>
    </w:rPr>
  </w:style>
  <w:style w:type="paragraph" w:styleId="Ttulo3">
    <w:name w:val="heading 3"/>
    <w:basedOn w:val="Normal"/>
    <w:next w:val="Normal"/>
    <w:link w:val="Ttulo3Car"/>
    <w:uiPriority w:val="99"/>
    <w:qFormat/>
    <w:pPr>
      <w:keepNext/>
      <w:keepLines/>
      <w:spacing w:before="200" w:after="0"/>
      <w:outlineLvl w:val="2"/>
    </w:pPr>
    <w:rPr>
      <w:rFonts w:ascii="Calibri Light" w:hAnsi="Calibri Light"/>
      <w:b/>
      <w:bCs/>
      <w:color w:val="5B9BD5"/>
    </w:rPr>
  </w:style>
  <w:style w:type="paragraph" w:styleId="Ttulo4">
    <w:name w:val="heading 4"/>
    <w:basedOn w:val="Normal"/>
    <w:next w:val="Normal"/>
    <w:link w:val="Ttulo4Car"/>
    <w:uiPriority w:val="99"/>
    <w:qFormat/>
    <w:pPr>
      <w:keepNext/>
      <w:keepLines/>
      <w:spacing w:before="200" w:after="0"/>
      <w:outlineLvl w:val="3"/>
    </w:pPr>
    <w:rPr>
      <w:rFonts w:ascii="Calibri Light" w:hAnsi="Calibri Light"/>
      <w:b/>
      <w:bCs/>
      <w:i/>
      <w:iCs/>
      <w:color w:val="5B9BD5"/>
    </w:rPr>
  </w:style>
  <w:style w:type="character" w:default="1" w:styleId="Fuentedeprrafopredeter">
    <w:name w:val="Default Paragraph Font"/>
    <w:uiPriority w:val="99"/>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Pr>
      <w:rFonts w:asciiTheme="minorHAnsi" w:eastAsiaTheme="minorEastAsia" w:hAnsiTheme="minorHAnsi" w:cstheme="minorBidi"/>
      <w:b/>
      <w:bCs/>
      <w:sz w:val="28"/>
      <w:szCs w:val="28"/>
      <w:lang w:val="en-US"/>
    </w:rPr>
  </w:style>
  <w:style w:type="paragraph" w:styleId="Prrafodelista">
    <w:name w:val="List Paragraph"/>
    <w:basedOn w:val="Normal"/>
    <w:uiPriority w:val="99"/>
    <w:qFormat/>
    <w:pPr>
      <w:ind w:left="720"/>
      <w:contextualSpacing/>
    </w:pPr>
  </w:style>
  <w:style w:type="paragraph" w:styleId="Encabezado">
    <w:name w:val="header"/>
    <w:basedOn w:val="Normal"/>
    <w:link w:val="EncabezadoCar"/>
    <w:uiPriority w:val="99"/>
    <w:semiHidden/>
    <w:pPr>
      <w:tabs>
        <w:tab w:val="center" w:pos="4680"/>
        <w:tab w:val="right" w:pos="9360"/>
      </w:tabs>
    </w:pPr>
  </w:style>
  <w:style w:type="character" w:customStyle="1" w:styleId="EncabezadoCar">
    <w:name w:val="Encabezado Car"/>
    <w:basedOn w:val="Fuentedeprrafopredeter"/>
    <w:link w:val="Encabezado"/>
    <w:uiPriority w:val="99"/>
    <w:semiHidden/>
    <w:rPr>
      <w:rFonts w:ascii="Calibri" w:hAnsi="Calibri"/>
      <w:lang w:val="en-US"/>
    </w:rPr>
  </w:style>
  <w:style w:type="character" w:customStyle="1" w:styleId="HeaderChar">
    <w:name w:val="Header Char"/>
    <w:basedOn w:val="Fuentedeprrafopredeter"/>
    <w:uiPriority w:val="99"/>
    <w:semiHidden/>
    <w:locked/>
    <w:rPr>
      <w:rFonts w:cs="Times New Roman"/>
    </w:rPr>
  </w:style>
  <w:style w:type="paragraph" w:styleId="Piedepgina">
    <w:name w:val="footer"/>
    <w:basedOn w:val="Normal"/>
    <w:link w:val="PiedepginaCar"/>
    <w:uiPriority w:val="99"/>
    <w:pPr>
      <w:tabs>
        <w:tab w:val="center" w:pos="4680"/>
        <w:tab w:val="right" w:pos="9360"/>
      </w:tabs>
    </w:pPr>
  </w:style>
  <w:style w:type="character" w:customStyle="1" w:styleId="PiedepginaCar">
    <w:name w:val="Pie de página Car"/>
    <w:basedOn w:val="Fuentedeprrafopredeter"/>
    <w:link w:val="Piedepgina"/>
    <w:uiPriority w:val="99"/>
    <w:semiHidden/>
    <w:rPr>
      <w:rFonts w:ascii="Calibri" w:hAnsi="Calibri"/>
      <w:lang w:val="en-US"/>
    </w:rPr>
  </w:style>
  <w:style w:type="character" w:customStyle="1" w:styleId="FooterChar">
    <w:name w:val="Footer Char"/>
    <w:basedOn w:val="Fuentedeprrafopredeter"/>
    <w:uiPriority w:val="99"/>
    <w:locked/>
    <w:rPr>
      <w:rFonts w:cs="Times New Roman"/>
    </w:rPr>
  </w:style>
  <w:style w:type="paragraph" w:styleId="Textodeglobo">
    <w:name w:val="Balloon Text"/>
    <w:basedOn w:val="Normal"/>
    <w:link w:val="TextodegloboCar"/>
    <w:uiPriority w:val="99"/>
    <w:semiHidden/>
    <w:rPr>
      <w:rFonts w:ascii="Times New Roman" w:hAnsi="Times New Roman"/>
      <w:sz w:val="16"/>
      <w:szCs w:val="16"/>
    </w:rPr>
  </w:style>
  <w:style w:type="character" w:customStyle="1" w:styleId="TextodegloboCar">
    <w:name w:val="Texto de globo Car"/>
    <w:basedOn w:val="Fuentedeprrafopredeter"/>
    <w:link w:val="Textodeglobo"/>
    <w:uiPriority w:val="99"/>
    <w:semiHidden/>
    <w:rPr>
      <w:rFonts w:ascii="Segoe UI" w:hAnsi="Segoe UI" w:cs="Segoe UI"/>
      <w:sz w:val="18"/>
      <w:szCs w:val="18"/>
      <w:lang w:val="en-US"/>
    </w:rPr>
  </w:style>
  <w:style w:type="character" w:customStyle="1" w:styleId="BalloonTextChar">
    <w:name w:val="Balloon Text Char"/>
    <w:uiPriority w:val="99"/>
    <w:semiHidden/>
    <w:locked/>
    <w:rPr>
      <w:rFonts w:ascii="Times New Roman" w:hAnsi="Times New Roman"/>
      <w:sz w:val="16"/>
    </w:rPr>
  </w:style>
  <w:style w:type="paragraph" w:styleId="Mapadeldocumento">
    <w:name w:val="Document Map"/>
    <w:basedOn w:val="Normal"/>
    <w:link w:val="MapadeldocumentoCar"/>
    <w:uiPriority w:val="99"/>
    <w:semiHidden/>
    <w:rPr>
      <w:rFonts w:ascii="Times New Roman" w:hAnsi="Times New Roman"/>
      <w:sz w:val="16"/>
      <w:szCs w:val="16"/>
    </w:rPr>
  </w:style>
  <w:style w:type="character" w:customStyle="1" w:styleId="MapadeldocumentoCar">
    <w:name w:val="Mapa del documento Car"/>
    <w:basedOn w:val="Fuentedeprrafopredeter"/>
    <w:link w:val="Mapadeldocumento"/>
    <w:uiPriority w:val="99"/>
    <w:semiHidden/>
    <w:rPr>
      <w:rFonts w:ascii="Segoe UI" w:hAnsi="Segoe UI" w:cs="Segoe UI"/>
      <w:sz w:val="16"/>
      <w:szCs w:val="16"/>
      <w:lang w:val="en-US"/>
    </w:rPr>
  </w:style>
  <w:style w:type="character" w:customStyle="1" w:styleId="DocumentMapChar">
    <w:name w:val="Document Map Char"/>
    <w:uiPriority w:val="99"/>
    <w:semiHidden/>
    <w:locked/>
    <w:rPr>
      <w:rFonts w:ascii="Times New Roman" w:hAnsi="Times New Roman"/>
      <w:sz w:val="16"/>
    </w:rPr>
  </w:style>
  <w:style w:type="paragraph" w:styleId="Puesto">
    <w:name w:val="Title"/>
    <w:basedOn w:val="Normal"/>
    <w:next w:val="Normal"/>
    <w:link w:val="PuestoCar"/>
    <w:uiPriority w:val="99"/>
    <w:qFormat/>
    <w:pPr>
      <w:pBdr>
        <w:bottom w:val="single" w:sz="8" w:space="4" w:color="5B9BD5"/>
      </w:pBdr>
      <w:spacing w:after="300"/>
      <w:contextualSpacing/>
    </w:pPr>
    <w:rPr>
      <w:rFonts w:ascii="Calibri Light" w:hAnsi="Calibri Light"/>
      <w:color w:val="323E4F"/>
      <w:spacing w:val="5"/>
      <w:kern w:val="28"/>
      <w:sz w:val="52"/>
      <w:szCs w:val="52"/>
    </w:rPr>
  </w:style>
  <w:style w:type="character" w:customStyle="1" w:styleId="PuestoCar">
    <w:name w:val="Puesto Car"/>
    <w:basedOn w:val="Fuentedeprrafopredeter"/>
    <w:link w:val="Puesto"/>
    <w:uiPriority w:val="10"/>
    <w:rPr>
      <w:rFonts w:asciiTheme="majorHAnsi" w:eastAsiaTheme="majorEastAsia" w:hAnsiTheme="majorHAnsi" w:cstheme="majorBidi"/>
      <w:b/>
      <w:bCs/>
      <w:kern w:val="28"/>
      <w:sz w:val="32"/>
      <w:szCs w:val="32"/>
      <w:lang w:val="en-US"/>
    </w:rPr>
  </w:style>
  <w:style w:type="character" w:customStyle="1" w:styleId="TitleChar">
    <w:name w:val="Title Char"/>
    <w:uiPriority w:val="99"/>
    <w:locked/>
    <w:rPr>
      <w:rFonts w:ascii="Calibri Light" w:hAnsi="Calibri Light"/>
      <w:color w:val="323E4F"/>
      <w:spacing w:val="5"/>
      <w:kern w:val="28"/>
      <w:sz w:val="52"/>
    </w:rPr>
  </w:style>
  <w:style w:type="paragraph" w:styleId="Subttulo">
    <w:name w:val="Subtitle"/>
    <w:basedOn w:val="Normal"/>
    <w:next w:val="Normal"/>
    <w:link w:val="SubttuloCar"/>
    <w:uiPriority w:val="99"/>
    <w:qFormat/>
    <w:pPr>
      <w:numPr>
        <w:ilvl w:val="1"/>
      </w:numPr>
    </w:pPr>
    <w:rPr>
      <w:rFonts w:ascii="Calibri Light" w:hAnsi="Calibri Light"/>
      <w:i/>
      <w:iCs/>
      <w:color w:val="5B9BD5"/>
      <w:spacing w:val="15"/>
      <w:sz w:val="24"/>
      <w:szCs w:val="24"/>
    </w:rPr>
  </w:style>
  <w:style w:type="character" w:customStyle="1" w:styleId="SubttuloCar">
    <w:name w:val="Subtítulo Car"/>
    <w:basedOn w:val="Fuentedeprrafopredeter"/>
    <w:link w:val="Subttulo"/>
    <w:uiPriority w:val="11"/>
    <w:rPr>
      <w:rFonts w:asciiTheme="majorHAnsi" w:eastAsiaTheme="majorEastAsia" w:hAnsiTheme="majorHAnsi" w:cstheme="majorBidi"/>
      <w:sz w:val="24"/>
      <w:szCs w:val="24"/>
      <w:lang w:val="en-US"/>
    </w:rPr>
  </w:style>
  <w:style w:type="character" w:customStyle="1" w:styleId="SubtitleChar">
    <w:name w:val="Subtitle Char"/>
    <w:uiPriority w:val="99"/>
    <w:locked/>
    <w:rPr>
      <w:rFonts w:ascii="Calibri Light" w:hAnsi="Calibri Light"/>
      <w:i/>
      <w:color w:val="5B9BD5"/>
      <w:spacing w:val="15"/>
      <w:sz w:val="24"/>
    </w:rPr>
  </w:style>
  <w:style w:type="character" w:customStyle="1" w:styleId="Heading1Char">
    <w:name w:val="Heading 1 Char"/>
    <w:uiPriority w:val="99"/>
    <w:locked/>
    <w:rPr>
      <w:rFonts w:ascii="Calibri Light" w:hAnsi="Calibri Light"/>
      <w:b/>
      <w:color w:val="2E74B5"/>
      <w:sz w:val="28"/>
    </w:rPr>
  </w:style>
  <w:style w:type="character" w:customStyle="1" w:styleId="Heading2Char">
    <w:name w:val="Heading 2 Char"/>
    <w:uiPriority w:val="99"/>
    <w:locked/>
    <w:rPr>
      <w:rFonts w:ascii="Calibri Light" w:hAnsi="Calibri Light"/>
      <w:b/>
      <w:color w:val="5B9BD5"/>
      <w:sz w:val="26"/>
    </w:rPr>
  </w:style>
  <w:style w:type="paragraph" w:styleId="Cierre">
    <w:name w:val="Closing"/>
    <w:basedOn w:val="Normal"/>
    <w:link w:val="CierreCar"/>
    <w:uiPriority w:val="99"/>
    <w:pPr>
      <w:spacing w:after="0" w:line="240" w:lineRule="auto"/>
      <w:ind w:left="4320"/>
    </w:pPr>
  </w:style>
  <w:style w:type="character" w:customStyle="1" w:styleId="CierreCar">
    <w:name w:val="Cierre Car"/>
    <w:basedOn w:val="Fuentedeprrafopredeter"/>
    <w:link w:val="Cierre"/>
    <w:uiPriority w:val="99"/>
    <w:semiHidden/>
    <w:rPr>
      <w:rFonts w:ascii="Calibri" w:hAnsi="Calibri"/>
      <w:lang w:val="en-US"/>
    </w:rPr>
  </w:style>
  <w:style w:type="character" w:customStyle="1" w:styleId="ClosingChar">
    <w:name w:val="Closing Char"/>
    <w:uiPriority w:val="99"/>
    <w:locked/>
    <w:rPr>
      <w:rFonts w:ascii="Calibri" w:hAnsi="Calibri"/>
      <w:sz w:val="22"/>
    </w:rPr>
  </w:style>
  <w:style w:type="character" w:customStyle="1" w:styleId="Heading3Char">
    <w:name w:val="Heading 3 Char"/>
    <w:uiPriority w:val="99"/>
    <w:locked/>
    <w:rPr>
      <w:rFonts w:ascii="Calibri Light" w:hAnsi="Calibri Light"/>
      <w:b/>
      <w:color w:val="5B9BD5"/>
      <w:sz w:val="22"/>
    </w:rPr>
  </w:style>
  <w:style w:type="character" w:customStyle="1" w:styleId="Heading4Char">
    <w:name w:val="Heading 4 Char"/>
    <w:uiPriority w:val="99"/>
    <w:locked/>
    <w:rPr>
      <w:rFonts w:ascii="Calibri Light" w:hAnsi="Calibri Light"/>
      <w:b/>
      <w:i/>
      <w:color w:val="5B9BD5"/>
      <w:sz w:val="22"/>
    </w:rPr>
  </w:style>
  <w:style w:type="paragraph" w:styleId="Sinespaciado">
    <w:name w:val="No Spacing"/>
    <w:uiPriority w:val="99"/>
    <w:qFormat/>
    <w:pPr>
      <w:spacing w:after="0" w:line="240" w:lineRule="auto"/>
    </w:pPr>
    <w:rPr>
      <w:rFonts w:ascii="Calibri" w:hAnsi="Calibri"/>
      <w:lang w:val="en-US"/>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3644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1164</Words>
  <Characters>6406</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Community Service Committee</vt:lpstr>
    </vt:vector>
  </TitlesOfParts>
  <Company/>
  <LinksUpToDate>false</LinksUpToDate>
  <CharactersWithSpaces>7555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Service Committee</dc:title>
  <dc:subject/>
  <dc:creator>Joan Lambert</dc:creator>
  <cp:keywords/>
  <dc:description/>
  <cp:lastModifiedBy>Chuss</cp:lastModifiedBy>
  <cp:revision>2</cp:revision>
  <cp:lastPrinted>2009-11-18T02:30:00Z</cp:lastPrinted>
  <dcterms:created xsi:type="dcterms:W3CDTF">2014-04-08T17:33:00Z</dcterms:created>
  <dcterms:modified xsi:type="dcterms:W3CDTF">2014-04-08T17:33:00Z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y fmtid="{D5CDD505-2E9C-101B-9397-08002B2CF9AE}" pid="3" name="Stage">
    <vt:lpwstr/>
  </property>
</Properties>
</file>